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B437A" w14:textId="77777777" w:rsidR="002F6255" w:rsidRDefault="002F6255" w:rsidP="002F6255">
      <w:pPr>
        <w:pStyle w:val="Titel"/>
        <w:spacing w:before="120" w:after="0"/>
        <w:rPr>
          <w:spacing w:val="5"/>
        </w:rPr>
      </w:pPr>
      <w:bookmarkStart w:id="0" w:name="_GoBack"/>
      <w:bookmarkEnd w:id="0"/>
      <w:r w:rsidRPr="002F6255">
        <w:rPr>
          <w:spacing w:val="5"/>
        </w:rPr>
        <w:t>PREISERMITTLUNGSBL</w:t>
      </w:r>
      <w:r w:rsidR="00E80C0B">
        <w:rPr>
          <w:spacing w:val="5"/>
        </w:rPr>
        <w:t>ATT 1:</w:t>
      </w:r>
    </w:p>
    <w:p w14:paraId="7E6881D9" w14:textId="77777777" w:rsidR="00E80C0B" w:rsidRDefault="00E80C0B" w:rsidP="006E7AE7">
      <w:pPr>
        <w:pStyle w:val="Titel"/>
        <w:spacing w:after="0"/>
        <w:rPr>
          <w:spacing w:val="5"/>
        </w:rPr>
      </w:pPr>
      <w:r>
        <w:rPr>
          <w:spacing w:val="5"/>
        </w:rPr>
        <w:t>ANGABEN ZUR KALKULATION</w:t>
      </w:r>
    </w:p>
    <w:p w14:paraId="0A4A5C91" w14:textId="77777777" w:rsidR="002F6255" w:rsidRPr="006E7AE7" w:rsidRDefault="002F6255" w:rsidP="006E7AE7">
      <w:pPr>
        <w:pStyle w:val="Titel"/>
        <w:snapToGrid w:val="0"/>
        <w:rPr>
          <w:color w:val="7F7F7F" w:themeColor="text1" w:themeTint="80"/>
          <w:spacing w:val="5"/>
          <w:sz w:val="20"/>
          <w:szCs w:val="20"/>
        </w:rPr>
      </w:pPr>
      <w:r w:rsidRPr="006E7AE7">
        <w:rPr>
          <w:color w:val="7F7F7F" w:themeColor="text1" w:themeTint="80"/>
          <w:spacing w:val="5"/>
          <w:sz w:val="20"/>
          <w:szCs w:val="20"/>
        </w:rPr>
        <w:t>[Anlage zum Angebot]</w:t>
      </w:r>
    </w:p>
    <w:tbl>
      <w:tblPr>
        <w:tblW w:w="0" w:type="auto"/>
        <w:tblInd w:w="5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521"/>
        <w:gridCol w:w="1984"/>
        <w:gridCol w:w="1134"/>
      </w:tblGrid>
      <w:tr w:rsidR="002F6255" w:rsidRPr="006D6710" w14:paraId="2A7C3011" w14:textId="77777777" w:rsidTr="002F6255">
        <w:trPr>
          <w:cantSplit/>
          <w:trHeight w:val="567"/>
        </w:trPr>
        <w:tc>
          <w:tcPr>
            <w:tcW w:w="6521" w:type="dxa"/>
          </w:tcPr>
          <w:p w14:paraId="61CDEE88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Bieter</w:t>
            </w:r>
          </w:p>
          <w:p w14:paraId="3444B8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ieter"/>
                  <w:enabled/>
                  <w:calcOnExit w:val="0"/>
                  <w:textInput/>
                </w:ffData>
              </w:fldChar>
            </w:r>
            <w:bookmarkStart w:id="1" w:name="Biete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984" w:type="dxa"/>
          </w:tcPr>
          <w:p w14:paraId="4B6D22C1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Vergabenummer</w:t>
            </w:r>
          </w:p>
          <w:p w14:paraId="34DB2D84" w14:textId="77777777" w:rsidR="002F6255" w:rsidRPr="00DC73B0" w:rsidRDefault="002F6255" w:rsidP="00DC73B0">
            <w:pPr>
              <w:tabs>
                <w:tab w:val="left" w:pos="9923"/>
                <w:tab w:val="left" w:pos="11482"/>
                <w:tab w:val="left" w:pos="12758"/>
              </w:tabs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VergabeNr"/>
                  <w:enabled/>
                  <w:calcOnExit w:val="0"/>
                  <w:helpText w:type="text" w:val="Hier kann die Vergabe-Nummer eingegeben werde ( z.B. BA/123/2000)"/>
                  <w:statusText w:type="text" w:val="Hier kann die Vergabe-Nummer eingegeben werde ( z.B. BA/123/2000)"/>
                  <w:textInput/>
                </w:ffData>
              </w:fldChar>
            </w:r>
            <w:bookmarkStart w:id="2" w:name="VergabeNr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1134" w:type="dxa"/>
          </w:tcPr>
          <w:p w14:paraId="576DEDE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Datum</w:t>
            </w:r>
          </w:p>
          <w:p w14:paraId="2F4CA5A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maxLength w:val="20"/>
                    <w:format w:val="dd.MM.yyyy"/>
                  </w:textInput>
                </w:ffData>
              </w:fldChar>
            </w:r>
            <w:bookmarkStart w:id="3" w:name="Datum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2F6255" w:rsidRPr="006D6710" w14:paraId="6EDE3B5F" w14:textId="77777777" w:rsidTr="002F6255">
        <w:trPr>
          <w:cantSplit/>
          <w:trHeight w:val="851"/>
        </w:trPr>
        <w:tc>
          <w:tcPr>
            <w:tcW w:w="9639" w:type="dxa"/>
            <w:gridSpan w:val="3"/>
          </w:tcPr>
          <w:p w14:paraId="794CD6B0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Baumaßnahme</w:t>
            </w:r>
          </w:p>
          <w:p w14:paraId="13D507F7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1"/>
                  <w:enabled/>
                  <w:calcOnExit w:val="0"/>
                  <w:textInput/>
                </w:ffData>
              </w:fldChar>
            </w:r>
            <w:bookmarkStart w:id="4" w:name="Bau1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  <w:p w14:paraId="6E9F431A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Bau2"/>
                  <w:enabled/>
                  <w:calcOnExit w:val="0"/>
                  <w:textInput/>
                </w:ffData>
              </w:fldChar>
            </w:r>
            <w:bookmarkStart w:id="5" w:name="Bau2"/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</w:tr>
      <w:tr w:rsidR="002F6255" w:rsidRPr="006D6710" w14:paraId="09367B0D" w14:textId="77777777" w:rsidTr="002F6255">
        <w:trPr>
          <w:cantSplit/>
          <w:trHeight w:val="567"/>
        </w:trPr>
        <w:tc>
          <w:tcPr>
            <w:tcW w:w="9639" w:type="dxa"/>
            <w:gridSpan w:val="3"/>
          </w:tcPr>
          <w:p w14:paraId="5E98A05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t>Angebot für</w:t>
            </w:r>
          </w:p>
          <w:p w14:paraId="204B70E3" w14:textId="77777777" w:rsidR="002F6255" w:rsidRPr="00DC73B0" w:rsidRDefault="002F6255" w:rsidP="00DC73B0">
            <w:pPr>
              <w:spacing w:before="40"/>
              <w:rPr>
                <w:rFonts w:ascii="Arial" w:hAnsi="Arial" w:cs="Arial"/>
                <w:sz w:val="20"/>
              </w:rPr>
            </w:pPr>
            <w:r w:rsidRPr="00DC73B0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20"/>
              </w:rPr>
            </w:r>
            <w:r w:rsidRPr="00DC73B0">
              <w:rPr>
                <w:rFonts w:ascii="Arial" w:hAnsi="Arial" w:cs="Arial"/>
                <w:sz w:val="20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noProof/>
                <w:sz w:val="20"/>
              </w:rPr>
              <w:t> </w:t>
            </w:r>
            <w:r w:rsidRPr="00DC73B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78E091AC" w14:textId="77777777" w:rsidR="0099476C" w:rsidRDefault="0099476C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</w:p>
    <w:p w14:paraId="0A1B5940" w14:textId="77777777" w:rsidR="00E80C0B" w:rsidRPr="00E80C0B" w:rsidRDefault="00E80C0B" w:rsidP="00E80C0B">
      <w:pPr>
        <w:pStyle w:val="Titel"/>
        <w:snapToGrid w:val="0"/>
        <w:spacing w:before="120" w:after="0"/>
        <w:jc w:val="both"/>
        <w:rPr>
          <w:b w:val="0"/>
          <w:spacing w:val="5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ist</w:t>
      </w:r>
      <w:r w:rsidRPr="00E80C0B">
        <w:rPr>
          <w:b w:val="0"/>
          <w:spacing w:val="5"/>
          <w:sz w:val="20"/>
          <w:szCs w:val="20"/>
        </w:rPr>
        <w:t xml:space="preserve"> vom Bieter gemäß den nachstehenden Hinweisen auszufüllen und zusammen mit dem Angebot abzugeben. </w:t>
      </w:r>
    </w:p>
    <w:p w14:paraId="563B9037" w14:textId="77777777" w:rsidR="00E80C0B" w:rsidRPr="001472B5" w:rsidRDefault="00E80C0B" w:rsidP="00E80C0B">
      <w:pPr>
        <w:pStyle w:val="Titel"/>
        <w:spacing w:before="120" w:after="0"/>
        <w:jc w:val="both"/>
        <w:rPr>
          <w:b w:val="0"/>
          <w:spacing w:val="5"/>
          <w:sz w:val="20"/>
          <w:szCs w:val="20"/>
        </w:rPr>
      </w:pPr>
      <w:r w:rsidRPr="001472B5">
        <w:rPr>
          <w:b w:val="0"/>
          <w:spacing w:val="5"/>
          <w:sz w:val="20"/>
          <w:szCs w:val="20"/>
        </w:rPr>
        <w:t xml:space="preserve">Je nach Kalkulationsmethode macht der Bieter die Angaben zu seiner Kalkulation in Teil A </w:t>
      </w:r>
      <w:r w:rsidRPr="00BA32B3">
        <w:rPr>
          <w:spacing w:val="5"/>
          <w:sz w:val="20"/>
          <w:szCs w:val="20"/>
          <w:u w:val="single"/>
        </w:rPr>
        <w:t>oder</w:t>
      </w:r>
      <w:r w:rsidRPr="001472B5">
        <w:rPr>
          <w:b w:val="0"/>
          <w:spacing w:val="5"/>
          <w:sz w:val="20"/>
          <w:szCs w:val="20"/>
        </w:rPr>
        <w:t xml:space="preserve"> Teil B.</w:t>
      </w:r>
    </w:p>
    <w:p w14:paraId="46186F03" w14:textId="77777777" w:rsidR="00C22AA3" w:rsidRPr="001472B5" w:rsidRDefault="001472B5" w:rsidP="00C22AA3">
      <w:pPr>
        <w:pStyle w:val="Titel"/>
        <w:spacing w:after="0"/>
        <w:jc w:val="both"/>
        <w:rPr>
          <w:spacing w:val="5"/>
          <w:sz w:val="20"/>
          <w:szCs w:val="20"/>
        </w:rPr>
      </w:pPr>
      <w:r>
        <w:rPr>
          <w:spacing w:val="5"/>
          <w:sz w:val="20"/>
          <w:szCs w:val="20"/>
        </w:rPr>
        <w:t>Für e</w:t>
      </w:r>
      <w:r w:rsidR="00C22AA3" w:rsidRPr="001472B5">
        <w:rPr>
          <w:spacing w:val="5"/>
          <w:sz w:val="20"/>
          <w:szCs w:val="20"/>
        </w:rPr>
        <w:t xml:space="preserve">ventuelle Erläuterungen </w:t>
      </w:r>
      <w:r>
        <w:rPr>
          <w:spacing w:val="5"/>
          <w:sz w:val="20"/>
          <w:szCs w:val="20"/>
        </w:rPr>
        <w:t xml:space="preserve">hat der </w:t>
      </w:r>
      <w:r w:rsidR="00C22AA3" w:rsidRPr="001472B5">
        <w:rPr>
          <w:spacing w:val="5"/>
          <w:sz w:val="20"/>
          <w:szCs w:val="20"/>
        </w:rPr>
        <w:t xml:space="preserve">Bieter gegebenenfalls </w:t>
      </w:r>
      <w:r>
        <w:rPr>
          <w:spacing w:val="5"/>
          <w:sz w:val="20"/>
          <w:szCs w:val="20"/>
        </w:rPr>
        <w:t xml:space="preserve">ein </w:t>
      </w:r>
      <w:r w:rsidRPr="001472B5">
        <w:rPr>
          <w:spacing w:val="5"/>
          <w:sz w:val="20"/>
          <w:szCs w:val="20"/>
        </w:rPr>
        <w:t xml:space="preserve">Beiblatt </w:t>
      </w:r>
      <w:r w:rsidR="001861A1">
        <w:rPr>
          <w:spacing w:val="5"/>
          <w:sz w:val="20"/>
          <w:szCs w:val="20"/>
        </w:rPr>
        <w:t>an</w:t>
      </w:r>
      <w:r w:rsidR="00C22AA3" w:rsidRPr="001472B5">
        <w:rPr>
          <w:spacing w:val="5"/>
          <w:sz w:val="20"/>
          <w:szCs w:val="20"/>
        </w:rPr>
        <w:t>zu</w:t>
      </w:r>
      <w:r>
        <w:rPr>
          <w:spacing w:val="5"/>
          <w:sz w:val="20"/>
          <w:szCs w:val="20"/>
        </w:rPr>
        <w:t>fügen</w:t>
      </w:r>
      <w:r w:rsidR="00C22AA3" w:rsidRPr="001472B5">
        <w:rPr>
          <w:spacing w:val="5"/>
          <w:sz w:val="20"/>
          <w:szCs w:val="20"/>
        </w:rPr>
        <w:t xml:space="preserve">. </w:t>
      </w:r>
    </w:p>
    <w:p w14:paraId="3267A88C" w14:textId="77777777" w:rsidR="00E80C0B" w:rsidRDefault="00E80C0B" w:rsidP="00E80C0B">
      <w:pPr>
        <w:pStyle w:val="Titel"/>
        <w:spacing w:before="120" w:after="0"/>
        <w:jc w:val="both"/>
        <w:rPr>
          <w:b w:val="0"/>
          <w:sz w:val="20"/>
          <w:szCs w:val="20"/>
        </w:rPr>
      </w:pPr>
      <w:r w:rsidRPr="00E80C0B">
        <w:rPr>
          <w:b w:val="0"/>
          <w:spacing w:val="5"/>
          <w:sz w:val="20"/>
          <w:szCs w:val="20"/>
        </w:rPr>
        <w:t xml:space="preserve">Das </w:t>
      </w:r>
      <w:r w:rsidRPr="00E80C0B">
        <w:rPr>
          <w:b w:val="0"/>
          <w:sz w:val="20"/>
          <w:szCs w:val="20"/>
        </w:rPr>
        <w:t>Preisermittlungsblatt 1 wird vertraulich behandelt und nur den unmittelbar mit der Bearbeitung befassten Personen zugänglich gemacht.</w:t>
      </w:r>
    </w:p>
    <w:p w14:paraId="4DB9D043" w14:textId="6B84E981" w:rsidR="00BF614B" w:rsidRDefault="00BF614B" w:rsidP="00BF614B">
      <w:pPr>
        <w:pStyle w:val="Titel"/>
        <w:spacing w:before="120" w:after="0"/>
        <w:ind w:left="851" w:hanging="851"/>
        <w:jc w:val="both"/>
        <w:rPr>
          <w:b w:val="0"/>
          <w:i/>
          <w:sz w:val="16"/>
          <w:szCs w:val="16"/>
        </w:rPr>
      </w:pPr>
      <w:r w:rsidRPr="0099476C">
        <w:rPr>
          <w:i/>
          <w:sz w:val="16"/>
          <w:szCs w:val="16"/>
        </w:rPr>
        <w:t>Hinweis:</w:t>
      </w:r>
      <w:r w:rsidRPr="00766EF9">
        <w:rPr>
          <w:b w:val="0"/>
          <w:i/>
          <w:sz w:val="16"/>
          <w:szCs w:val="16"/>
        </w:rPr>
        <w:t xml:space="preserve"> </w:t>
      </w:r>
      <w:r w:rsidRPr="00766EF9">
        <w:rPr>
          <w:b w:val="0"/>
          <w:i/>
          <w:sz w:val="16"/>
          <w:szCs w:val="16"/>
        </w:rPr>
        <w:tab/>
        <w:t xml:space="preserve">Die Vergabestelle kann die Angaben zur Kalkulation im Preisermittlungsblatt 1 auch von jedem Nachunternehmer für die an ihn weitervergebene(n) (Teil-)Leistung(en) verlangen (vgl. Nr. </w:t>
      </w:r>
      <w:r w:rsidR="0086423B">
        <w:rPr>
          <w:b w:val="0"/>
          <w:i/>
          <w:sz w:val="16"/>
          <w:szCs w:val="16"/>
        </w:rPr>
        <w:t>10 Erklärung des Nachunternehmers</w:t>
      </w:r>
      <w:r w:rsidR="00DA6EB5">
        <w:rPr>
          <w:b w:val="0"/>
          <w:i/>
          <w:sz w:val="16"/>
          <w:szCs w:val="16"/>
        </w:rPr>
        <w:t xml:space="preserve"> (Anlage 6-101)</w:t>
      </w:r>
      <w:r w:rsidRPr="00766EF9">
        <w:rPr>
          <w:b w:val="0"/>
          <w:i/>
          <w:sz w:val="16"/>
          <w:szCs w:val="16"/>
        </w:rPr>
        <w:t xml:space="preserve">). </w:t>
      </w:r>
    </w:p>
    <w:p w14:paraId="5A41630D" w14:textId="77777777" w:rsidR="0099476C" w:rsidRPr="00766EF9" w:rsidRDefault="0099476C" w:rsidP="00BF614B">
      <w:pPr>
        <w:pStyle w:val="Titel"/>
        <w:spacing w:before="120" w:after="0"/>
        <w:ind w:left="851" w:hanging="851"/>
        <w:jc w:val="both"/>
        <w:rPr>
          <w:i/>
          <w:spacing w:val="5"/>
          <w:sz w:val="16"/>
          <w:szCs w:val="16"/>
          <w:u w:val="single"/>
        </w:rPr>
      </w:pPr>
    </w:p>
    <w:p w14:paraId="6C77662A" w14:textId="77777777" w:rsidR="002F6255" w:rsidRPr="00770BEB" w:rsidRDefault="00E80C0B" w:rsidP="00C22AA3">
      <w:pPr>
        <w:pStyle w:val="Titel"/>
        <w:spacing w:before="480" w:after="120"/>
        <w:jc w:val="left"/>
        <w:rPr>
          <w:spacing w:val="5"/>
          <w:sz w:val="22"/>
          <w:szCs w:val="22"/>
        </w:rPr>
      </w:pPr>
      <w:r>
        <w:rPr>
          <w:spacing w:val="5"/>
          <w:sz w:val="22"/>
          <w:szCs w:val="22"/>
          <w:u w:val="single"/>
        </w:rPr>
        <w:t>Teil A</w:t>
      </w:r>
      <w:r w:rsidR="002F6255" w:rsidRPr="00770BEB">
        <w:rPr>
          <w:spacing w:val="5"/>
          <w:sz w:val="22"/>
          <w:szCs w:val="22"/>
          <w:u w:val="single"/>
        </w:rPr>
        <w:t>:</w:t>
      </w:r>
      <w:r w:rsidR="002F6255" w:rsidRPr="00770BEB">
        <w:rPr>
          <w:spacing w:val="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ab/>
      </w:r>
      <w:r w:rsidR="002F6255" w:rsidRPr="00770BEB">
        <w:rPr>
          <w:spacing w:val="5"/>
          <w:sz w:val="22"/>
          <w:szCs w:val="22"/>
        </w:rPr>
        <w:t>KALKULATION MIT VORBESTIMMTEN ZUSCHLÄGEN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6521"/>
        <w:gridCol w:w="1134"/>
        <w:gridCol w:w="1418"/>
      </w:tblGrid>
      <w:tr w:rsidR="002F6255" w:rsidRPr="00DC73B0" w14:paraId="4721BC4A" w14:textId="77777777" w:rsidTr="007870E9">
        <w:trPr>
          <w:cantSplit/>
          <w:trHeight w:val="38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5291" w14:textId="77777777" w:rsidR="002F6255" w:rsidRPr="00DC73B0" w:rsidRDefault="002F6255" w:rsidP="00DC73B0">
            <w:pPr>
              <w:pStyle w:val="berschrift1"/>
              <w:tabs>
                <w:tab w:val="clear" w:pos="284"/>
              </w:tabs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6183" w14:textId="77777777" w:rsidR="002F6255" w:rsidRPr="00DC73B0" w:rsidRDefault="002F6255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BA74" w14:textId="77777777" w:rsidR="002F6255" w:rsidRPr="00DC73B0" w:rsidRDefault="002F6255" w:rsidP="00DC73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Zuschlag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1C224" w14:textId="1590F3E1" w:rsidR="002F6255" w:rsidRPr="00DC73B0" w:rsidRDefault="002F6255" w:rsidP="0099476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€/</w:t>
            </w:r>
            <w:r w:rsidR="0099476C">
              <w:rPr>
                <w:rFonts w:ascii="Arial" w:hAnsi="Arial" w:cs="Arial"/>
                <w:b/>
                <w:sz w:val="18"/>
                <w:szCs w:val="18"/>
              </w:rPr>
              <w:t>h</w:t>
            </w:r>
          </w:p>
        </w:tc>
      </w:tr>
      <w:tr w:rsidR="002F6255" w:rsidRPr="00DC73B0" w14:paraId="03B26E8E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413B38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0589D97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4688978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096E6EE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u. Lohnerhöhung, wenn keine Lohngleitklausel vereinbart wird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A1512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D414366" w14:textId="77777777" w:rsidTr="002F6255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F47F1F5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361A42E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8869947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4EB2F316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Sozialkosten, Soziallöhne u. lohnbezogene Kosten, als Zuschlag auf </w:t>
            </w:r>
            <w:r w:rsidRPr="00DC73B0">
              <w:rPr>
                <w:rFonts w:ascii="Arial" w:hAnsi="Arial" w:cs="Arial"/>
                <w:b/>
                <w:spacing w:val="-2"/>
                <w:sz w:val="18"/>
                <w:szCs w:val="18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478F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41A41A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058455B3" w14:textId="77777777" w:rsidTr="002F6255">
        <w:trPr>
          <w:cantSplit/>
          <w:trHeight w:val="567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3849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6C3255E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D790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6399521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Auslösungen, Fahrgelder, als Zuschlag auf 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>ML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E436D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9D59A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3ABAD494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7032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4A550288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F097A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052B60A5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74CD1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2E8A0EA5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7A05E9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604194CF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F6A8E2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Zuschlag auf Kalkulationslohn</w:t>
            </w:r>
          </w:p>
          <w:p w14:paraId="67B9BE3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(aus Zeile 2.4, Spalte 1)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C33532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DCAA9C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F6255" w:rsidRPr="00DC73B0" w14:paraId="4F2C2660" w14:textId="77777777" w:rsidTr="002F6255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A00B" w14:textId="77777777" w:rsidR="002F6255" w:rsidRPr="00DC73B0" w:rsidRDefault="002F6255" w:rsidP="00DC73B0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  <w:p w14:paraId="72E88023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8BD1E" w14:textId="77777777" w:rsidR="002F6255" w:rsidRPr="00DC73B0" w:rsidRDefault="002F6255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04CC1DC4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1.5, VL im EFB-Preis 2 berücksichtigen)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90F7" w14:textId="77777777" w:rsidR="002F6255" w:rsidRPr="00DC73B0" w:rsidRDefault="002F6255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BC91820" w14:textId="77777777" w:rsidR="002F6255" w:rsidRDefault="002F6255" w:rsidP="002F6255">
      <w:pPr>
        <w:rPr>
          <w:rFonts w:ascii="Arial" w:hAnsi="Arial" w:cs="Arial"/>
          <w:sz w:val="10"/>
          <w:szCs w:val="10"/>
        </w:rPr>
      </w:pPr>
    </w:p>
    <w:p w14:paraId="3C296238" w14:textId="0BC72F6F" w:rsidR="00513C76" w:rsidRDefault="00513C76">
      <w:pPr>
        <w:overflowPunct/>
        <w:autoSpaceDE/>
        <w:autoSpaceDN/>
        <w:adjustRightInd/>
        <w:textAlignment w:val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p w14:paraId="73735C22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1247"/>
        <w:gridCol w:w="1247"/>
        <w:gridCol w:w="1247"/>
        <w:gridCol w:w="1247"/>
        <w:gridCol w:w="1250"/>
      </w:tblGrid>
      <w:tr w:rsidR="0099476C" w:rsidRPr="00DC73B0" w14:paraId="0C59FF2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71B6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554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Zuschläge auf die Einzelkosten der Teilleistungen = unmittelbare Herstellungskosten</w:t>
            </w:r>
          </w:p>
        </w:tc>
      </w:tr>
      <w:tr w:rsidR="0099476C" w:rsidRPr="00DC73B0" w14:paraId="6B01D2B9" w14:textId="77777777" w:rsidTr="0099476C">
        <w:trPr>
          <w:cantSplit/>
          <w:trHeight w:val="284"/>
        </w:trPr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9F2348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197B5D" w14:textId="77777777" w:rsidR="0099476C" w:rsidRPr="00DC73B0" w:rsidRDefault="0099476C" w:rsidP="0099476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9E8283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Zuschläge in % auf</w:t>
            </w:r>
          </w:p>
        </w:tc>
      </w:tr>
      <w:tr w:rsidR="0099476C" w:rsidRPr="00DC73B0" w14:paraId="32FB23F4" w14:textId="77777777" w:rsidTr="0099476C">
        <w:trPr>
          <w:cantSplit/>
          <w:trHeight w:val="425"/>
        </w:trPr>
        <w:tc>
          <w:tcPr>
            <w:tcW w:w="567" w:type="dxa"/>
            <w:vMerge/>
            <w:shd w:val="clear" w:color="auto" w:fill="auto"/>
            <w:vAlign w:val="center"/>
          </w:tcPr>
          <w:p w14:paraId="3FFDFC11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DBBF19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E2F15E6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Lohn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680AAB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Stoffkosten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56E348A" w14:textId="619C433E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Gerätekosten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FE253B1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Sonstige Kosten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8B1AB07" w14:textId="77777777" w:rsidR="0099476C" w:rsidRPr="00DC73B0" w:rsidRDefault="0099476C" w:rsidP="0099476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Nachunter</w:t>
            </w:r>
            <w:r w:rsidRPr="00DC73B0">
              <w:rPr>
                <w:rFonts w:ascii="Arial" w:hAnsi="Arial" w:cs="Arial"/>
                <w:sz w:val="18"/>
                <w:szCs w:val="18"/>
              </w:rPr>
              <w:softHyphen/>
              <w:t>nehmerleist.</w:t>
            </w:r>
          </w:p>
        </w:tc>
      </w:tr>
      <w:tr w:rsidR="0099476C" w:rsidRPr="00DC73B0" w14:paraId="5B941492" w14:textId="77777777" w:rsidTr="0099476C">
        <w:trPr>
          <w:cantSplit/>
          <w:trHeight w:val="36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F1D82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BE435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Baustellengemeinkosten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EB93E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604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A8A8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26DD6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C75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" w:name="Text28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99476C" w:rsidRPr="00DC73B0" w14:paraId="13E2A271" w14:textId="77777777" w:rsidTr="0099476C">
        <w:trPr>
          <w:cantSplit/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077F" w14:textId="77777777" w:rsidR="0099476C" w:rsidRPr="00DC73B0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778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pacing w:val="-2"/>
                <w:sz w:val="18"/>
                <w:szCs w:val="18"/>
              </w:rPr>
            </w:pPr>
            <w:r w:rsidRPr="00DC73B0">
              <w:rPr>
                <w:spacing w:val="-2"/>
                <w:sz w:val="18"/>
                <w:szCs w:val="18"/>
              </w:rPr>
              <w:t>Allgemeine Geschäftskosten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D2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1C0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91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7BD4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2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99476C" w:rsidRPr="00DC73B0" w14:paraId="480C73A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7E8211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50CF25" w14:textId="54765CE9" w:rsidR="0099476C" w:rsidRPr="00456519" w:rsidRDefault="0099476C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Wagnis un</w:t>
            </w:r>
            <w:r w:rsidR="00E060C8" w:rsidRPr="00456519">
              <w:rPr>
                <w:sz w:val="18"/>
                <w:szCs w:val="18"/>
              </w:rPr>
              <w:t>d Gewinn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2799C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43513D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908B38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9B923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8" w:name="Text26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2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804CBC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9"/>
          </w:p>
        </w:tc>
      </w:tr>
      <w:tr w:rsidR="0099476C" w:rsidRPr="00E060C8" w14:paraId="3EB6CD48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DDCA" w14:textId="3F7E075A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4CCB" w14:textId="638BD899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Gewinn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13B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12A5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2281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6B2D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A604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4343C3F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173B" w14:textId="59F30792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EB99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19FDDE45" w14:textId="539C4F0D" w:rsidR="00E060C8" w:rsidRPr="00456519" w:rsidRDefault="00E060C8" w:rsidP="00E060C8">
            <w:pPr>
              <w:rPr>
                <w:rFonts w:ascii="Arial" w:hAnsi="Arial" w:cs="Arial"/>
                <w:sz w:val="16"/>
                <w:szCs w:val="16"/>
              </w:rPr>
            </w:pPr>
            <w:r w:rsidRPr="00456519">
              <w:rPr>
                <w:rFonts w:ascii="Arial" w:hAnsi="Arial" w:cs="Arial"/>
                <w:sz w:val="16"/>
                <w:szCs w:val="16"/>
              </w:rPr>
              <w:t>(für allgemeines Unternehmensrisiko)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A82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E4F7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CC7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F148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14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E060C8" w14:paraId="111D740E" w14:textId="77777777" w:rsidTr="0099476C">
        <w:trPr>
          <w:cantSplit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0D7" w14:textId="5B7646ED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2.3.3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A86" w14:textId="2D6726EC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</w:t>
            </w:r>
            <w:r w:rsidR="00E060C8" w:rsidRPr="00456519">
              <w:rPr>
                <w:b w:val="0"/>
                <w:sz w:val="18"/>
                <w:szCs w:val="18"/>
              </w:rPr>
              <w:t>ung</w:t>
            </w:r>
            <w:r w:rsidRPr="00456519">
              <w:rPr>
                <w:b w:val="0"/>
                <w:sz w:val="18"/>
                <w:szCs w:val="18"/>
              </w:rPr>
              <w:t>sbezogenes Wagnis</w:t>
            </w:r>
          </w:p>
          <w:p w14:paraId="7D319C0D" w14:textId="0FF17A7A" w:rsidR="00E060C8" w:rsidRPr="00456519" w:rsidRDefault="00E060C8" w:rsidP="00E060C8">
            <w:r w:rsidRPr="00456519">
              <w:rPr>
                <w:rFonts w:ascii="Arial" w:hAnsi="Arial" w:cs="Arial"/>
                <w:sz w:val="16"/>
                <w:szCs w:val="16"/>
              </w:rPr>
              <w:t>(mit Leistung</w:t>
            </w:r>
            <w:r w:rsidR="00994853">
              <w:rPr>
                <w:rFonts w:ascii="Arial" w:hAnsi="Arial" w:cs="Arial"/>
                <w:sz w:val="16"/>
                <w:szCs w:val="16"/>
              </w:rPr>
              <w:t>s</w:t>
            </w:r>
            <w:r w:rsidRPr="00456519">
              <w:rPr>
                <w:rFonts w:ascii="Arial" w:hAnsi="Arial" w:cs="Arial"/>
                <w:sz w:val="16"/>
                <w:szCs w:val="16"/>
              </w:rPr>
              <w:t>ausführung verbunden)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99FA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460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E11E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1AAF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CCB" w14:textId="77777777" w:rsidR="0099476C" w:rsidRPr="00135EFE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instrText xml:space="preserve"> FORMTEXT </w:instrTex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separate"/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t> </w:t>
            </w:r>
            <w:r w:rsidRPr="00135EFE">
              <w:rPr>
                <w:b w:val="0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99476C" w:rsidRPr="00DC73B0" w14:paraId="00F8B9CA" w14:textId="77777777" w:rsidTr="0099476C">
        <w:trPr>
          <w:cantSplit/>
          <w:trHeight w:val="35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BA92" w14:textId="77777777" w:rsidR="0099476C" w:rsidRPr="00456519" w:rsidRDefault="0099476C" w:rsidP="0099476C">
            <w:pPr>
              <w:pStyle w:val="berschrift2"/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D24" w14:textId="77777777" w:rsidR="0099476C" w:rsidRPr="00456519" w:rsidRDefault="0099476C" w:rsidP="0099476C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>Gesamtzuschläge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091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297F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96B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EDE7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B7AF5" w14:textId="77777777" w:rsidR="0099476C" w:rsidRPr="00DC73B0" w:rsidRDefault="0099476C" w:rsidP="0099476C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 w:rsidRPr="00DC73B0">
              <w:rPr>
                <w:sz w:val="18"/>
                <w:szCs w:val="18"/>
              </w:rPr>
              <w:instrText xml:space="preserve"> FORMTEXT </w:instrText>
            </w:r>
            <w:r w:rsidRPr="00DC73B0">
              <w:rPr>
                <w:sz w:val="18"/>
                <w:szCs w:val="18"/>
              </w:rPr>
            </w:r>
            <w:r w:rsidRPr="00DC73B0">
              <w:rPr>
                <w:sz w:val="18"/>
                <w:szCs w:val="18"/>
              </w:rPr>
              <w:fldChar w:fldCharType="separate"/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noProof/>
                <w:sz w:val="18"/>
                <w:szCs w:val="18"/>
              </w:rPr>
              <w:t> </w:t>
            </w:r>
            <w:r w:rsidRPr="00DC73B0">
              <w:rPr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1AA9C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670AB5F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30847767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tbl>
      <w:tblPr>
        <w:tblW w:w="96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5"/>
        <w:gridCol w:w="1702"/>
        <w:gridCol w:w="1419"/>
        <w:gridCol w:w="1702"/>
      </w:tblGrid>
      <w:tr w:rsidR="0099476C" w:rsidRPr="00DC73B0" w14:paraId="0E5FF68D" w14:textId="77777777" w:rsidTr="0099476C">
        <w:trPr>
          <w:cantSplit/>
          <w:trHeight w:val="4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7CA" w14:textId="77777777" w:rsidR="0099476C" w:rsidRPr="00DC73B0" w:rsidRDefault="0099476C" w:rsidP="0099476C">
            <w:pPr>
              <w:pStyle w:val="berschrift1"/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907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3F3E2" w14:textId="68522898" w:rsidR="0099476C" w:rsidRPr="00DC73B0" w:rsidRDefault="00E060C8" w:rsidP="00E060C8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Ermittlung der Angebotssumme</w:t>
            </w:r>
          </w:p>
        </w:tc>
      </w:tr>
      <w:tr w:rsidR="0099476C" w:rsidRPr="00DC73B0" w14:paraId="2F15F896" w14:textId="77777777" w:rsidTr="0099476C">
        <w:trPr>
          <w:cantSplit/>
          <w:trHeight w:val="567"/>
        </w:trPr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4693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C44D6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4DB1328" w14:textId="77777777" w:rsidR="0099476C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 xml:space="preserve">Einzelkosten d. Teilleistungen </w:t>
            </w:r>
          </w:p>
          <w:p w14:paraId="537AC72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Pr="00DC73B0">
              <w:rPr>
                <w:rFonts w:ascii="Arial" w:hAnsi="Arial" w:cs="Arial"/>
                <w:sz w:val="18"/>
                <w:szCs w:val="18"/>
              </w:rPr>
              <w:t>unmittelbare Herstellungskosten</w:t>
            </w:r>
          </w:p>
          <w:p w14:paraId="283763BC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FF9F617" w14:textId="3B9DC87D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Gesamt</w:t>
            </w:r>
            <w:r w:rsidR="00F67F69">
              <w:rPr>
                <w:rFonts w:ascii="Arial" w:hAnsi="Arial" w:cs="Arial"/>
                <w:sz w:val="18"/>
                <w:szCs w:val="18"/>
              </w:rPr>
              <w:t>-</w:t>
            </w:r>
            <w:r w:rsidRPr="00DC73B0">
              <w:rPr>
                <w:rFonts w:ascii="Arial" w:hAnsi="Arial" w:cs="Arial"/>
                <w:sz w:val="18"/>
                <w:szCs w:val="18"/>
              </w:rPr>
              <w:t>zuschläge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  <w:t>gem. 2.4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362C58B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F4142A1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Angebotssumme</w:t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  <w:r w:rsidRPr="00DC73B0">
              <w:rPr>
                <w:rFonts w:ascii="Arial" w:hAnsi="Arial" w:cs="Arial"/>
                <w:sz w:val="18"/>
                <w:szCs w:val="18"/>
              </w:rPr>
              <w:br/>
            </w:r>
          </w:p>
          <w:p w14:paraId="65A61239" w14:textId="77777777" w:rsidR="0099476C" w:rsidRPr="00DC73B0" w:rsidRDefault="0099476C" w:rsidP="009947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  <w:tr w:rsidR="0099476C" w:rsidRPr="00DC73B0" w14:paraId="7E6F4DA7" w14:textId="77777777" w:rsidTr="0099476C">
        <w:trPr>
          <w:cantSplit/>
          <w:trHeight w:val="425"/>
        </w:trPr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E7133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E79A22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4E3F94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Eigene Lohnkosten</w:t>
            </w:r>
          </w:p>
          <w:p w14:paraId="13E9FE6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Verrechnungslohn (1.6)</w:t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 Gesamtstunden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D0EBD7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F462B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7B9E2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99476C" w:rsidRPr="00DC73B0" w14:paraId="162AE508" w14:textId="77777777" w:rsidTr="0099476C">
        <w:trPr>
          <w:cantSplit/>
          <w:trHeight w:val="425"/>
        </w:trPr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F9C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3615B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</w:r>
            <w:r w:rsidRPr="00DC73B0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B40E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D25C5B3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5" w:name="Text3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1E157B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6" w:name="Text3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99476C" w:rsidRPr="00DC73B0" w14:paraId="246DA9C3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6A1131D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6C6703A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03AF0D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Stoffkosten</w:t>
            </w:r>
          </w:p>
          <w:p w14:paraId="735F64F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B0DFAD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8" w:type="dxa"/>
            <w:shd w:val="clear" w:color="auto" w:fill="auto"/>
            <w:vAlign w:val="center"/>
          </w:tcPr>
          <w:p w14:paraId="7581AD3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8" w:name="Text40"/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shd w:val="clear" w:color="auto" w:fill="auto"/>
            <w:vAlign w:val="center"/>
          </w:tcPr>
          <w:p w14:paraId="0ADEE7C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9" w:name="Text44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99476C" w:rsidRPr="00DC73B0" w14:paraId="2EDF9512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E165EBB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5B3CEAF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B0E3CE6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Gerätekosten</w:t>
            </w:r>
          </w:p>
          <w:p w14:paraId="7C432E79" w14:textId="77777777" w:rsidR="0099476C" w:rsidRPr="00DC73B0" w:rsidRDefault="0099476C" w:rsidP="0099476C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ADFE1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0" w:name="Text3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418" w:type="dxa"/>
            <w:shd w:val="clear" w:color="auto" w:fill="auto"/>
            <w:vAlign w:val="center"/>
          </w:tcPr>
          <w:p w14:paraId="114B8166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1" w:name="Text41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701" w:type="dxa"/>
            <w:shd w:val="clear" w:color="auto" w:fill="auto"/>
            <w:vAlign w:val="center"/>
          </w:tcPr>
          <w:p w14:paraId="18AFE48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2" w:name="Text45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99476C" w:rsidRPr="00DC73B0" w14:paraId="0332B5F9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2668E9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  <w:p w14:paraId="4378C910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0BC649FA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Sonstige Kosten</w:t>
            </w:r>
          </w:p>
          <w:p w14:paraId="5110A328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501D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3" w:name="Text3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8" w:type="dxa"/>
            <w:shd w:val="clear" w:color="auto" w:fill="auto"/>
            <w:vAlign w:val="center"/>
          </w:tcPr>
          <w:p w14:paraId="4A7E4942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701" w:type="dxa"/>
            <w:shd w:val="clear" w:color="auto" w:fill="auto"/>
            <w:vAlign w:val="center"/>
          </w:tcPr>
          <w:p w14:paraId="69CD473C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99476C" w:rsidRPr="00DC73B0" w14:paraId="02063044" w14:textId="77777777" w:rsidTr="0099476C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B7BB785" w14:textId="77777777" w:rsidR="0099476C" w:rsidRPr="00DC73B0" w:rsidRDefault="0099476C" w:rsidP="0099476C">
            <w:pPr>
              <w:pStyle w:val="berschrift2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43C4DA5" w14:textId="540495B9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 xml:space="preserve">Nachunternehmerleistungen 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DC73B0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BAC19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6" w:name="Text39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8" w:type="dxa"/>
            <w:shd w:val="clear" w:color="auto" w:fill="auto"/>
            <w:vAlign w:val="center"/>
          </w:tcPr>
          <w:p w14:paraId="3B863045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7" w:name="Text43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6A434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8" w:name="Text47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</w:tr>
      <w:tr w:rsidR="0099476C" w:rsidRPr="00DC73B0" w14:paraId="4E101F58" w14:textId="77777777" w:rsidTr="0099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7939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765E38" w14:textId="77777777" w:rsidR="0099476C" w:rsidRPr="00DC73B0" w:rsidRDefault="0099476C" w:rsidP="0099476C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DC73B0">
              <w:rPr>
                <w:iCs w:val="0"/>
                <w:sz w:val="18"/>
                <w:szCs w:val="18"/>
              </w:rPr>
              <w:t>Angebotssumme ohne Umsatzsteuer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9690E" w14:textId="77777777" w:rsidR="0099476C" w:rsidRPr="00DC73B0" w:rsidRDefault="0099476C" w:rsidP="0099476C">
            <w:pPr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9" w:name="Text48"/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</w:tbl>
    <w:p w14:paraId="5B8F43F7" w14:textId="047433CF" w:rsidR="0099476C" w:rsidRPr="00456519" w:rsidRDefault="00D6020C" w:rsidP="0099476C">
      <w:pPr>
        <w:pStyle w:val="Funotentext"/>
        <w:snapToGrid w:val="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Funotenzeichen"/>
          <w:rFonts w:ascii="Arial" w:hAnsi="Arial" w:cs="Arial"/>
          <w:i/>
          <w:sz w:val="16"/>
          <w:szCs w:val="16"/>
        </w:rPr>
        <w:t>*</w:t>
      </w:r>
      <w:r w:rsidR="0099476C"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="0099476C" w:rsidRPr="00766EF9">
        <w:rPr>
          <w:rFonts w:ascii="Arial" w:hAnsi="Arial" w:cs="Arial"/>
          <w:i/>
          <w:sz w:val="16"/>
          <w:szCs w:val="16"/>
        </w:rPr>
        <w:tab/>
        <w:t xml:space="preserve">Auf Verlangen sind für diese Leistungen die Angaben zur Kalkulation der(s) </w:t>
      </w:r>
      <w:r w:rsidR="0099476C" w:rsidRPr="00456519">
        <w:rPr>
          <w:rFonts w:ascii="Arial" w:hAnsi="Arial" w:cs="Arial"/>
          <w:i/>
          <w:sz w:val="16"/>
          <w:szCs w:val="16"/>
        </w:rPr>
        <w:t>Nachunternehmer(s) de</w:t>
      </w:r>
      <w:r w:rsidR="00E060C8" w:rsidRPr="00456519">
        <w:rPr>
          <w:rFonts w:ascii="Arial" w:hAnsi="Arial" w:cs="Arial"/>
          <w:i/>
          <w:sz w:val="16"/>
          <w:szCs w:val="16"/>
        </w:rPr>
        <w:t>r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Auftraggeber</w:t>
      </w:r>
      <w:r w:rsidR="00E060C8" w:rsidRPr="00456519">
        <w:rPr>
          <w:rFonts w:ascii="Arial" w:hAnsi="Arial" w:cs="Arial"/>
          <w:i/>
          <w:sz w:val="16"/>
          <w:szCs w:val="16"/>
        </w:rPr>
        <w:t>in</w:t>
      </w:r>
      <w:r w:rsidR="0099476C" w:rsidRPr="00456519">
        <w:rPr>
          <w:rFonts w:ascii="Arial" w:hAnsi="Arial" w:cs="Arial"/>
          <w:i/>
          <w:sz w:val="16"/>
          <w:szCs w:val="16"/>
        </w:rPr>
        <w:t xml:space="preserve"> vorzulegen.</w:t>
      </w:r>
    </w:p>
    <w:p w14:paraId="52FBB610" w14:textId="77777777" w:rsidR="0099476C" w:rsidRPr="00456519" w:rsidRDefault="0099476C" w:rsidP="002F6255">
      <w:pPr>
        <w:rPr>
          <w:rFonts w:ascii="Arial" w:hAnsi="Arial" w:cs="Arial"/>
          <w:sz w:val="10"/>
          <w:szCs w:val="10"/>
        </w:rPr>
      </w:pPr>
    </w:p>
    <w:p w14:paraId="6B7F6234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0E7659F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8323AA3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1D1D786B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EA16E6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215FEFF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0E46DB5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6516FE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D3EBEC6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B29664E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E4696E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3517EA3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7181391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05770909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2A2593D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9465120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49A31BE8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172609C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6BF10587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186E097A" w14:textId="77777777" w:rsidR="00E060C8" w:rsidRDefault="00E060C8" w:rsidP="002F6255">
      <w:pPr>
        <w:rPr>
          <w:rFonts w:ascii="Arial" w:hAnsi="Arial" w:cs="Arial"/>
          <w:sz w:val="10"/>
          <w:szCs w:val="10"/>
        </w:rPr>
      </w:pPr>
    </w:p>
    <w:p w14:paraId="5A0049B1" w14:textId="77777777" w:rsidR="0099476C" w:rsidRDefault="0099476C" w:rsidP="002F6255">
      <w:pPr>
        <w:rPr>
          <w:rFonts w:ascii="Arial" w:hAnsi="Arial" w:cs="Arial"/>
          <w:sz w:val="10"/>
          <w:szCs w:val="10"/>
        </w:rPr>
      </w:pPr>
    </w:p>
    <w:p w14:paraId="7155B598" w14:textId="77777777" w:rsidR="00DC73B0" w:rsidRDefault="00E80C0B" w:rsidP="00573D76">
      <w:pPr>
        <w:pStyle w:val="Titel"/>
        <w:spacing w:before="960" w:after="480"/>
        <w:jc w:val="left"/>
        <w:rPr>
          <w:caps/>
          <w:spacing w:val="5"/>
          <w:sz w:val="22"/>
          <w:szCs w:val="22"/>
        </w:rPr>
      </w:pPr>
      <w:r>
        <w:rPr>
          <w:sz w:val="22"/>
          <w:szCs w:val="22"/>
          <w:u w:val="single"/>
        </w:rPr>
        <w:lastRenderedPageBreak/>
        <w:t>Teil B</w:t>
      </w:r>
      <w:r w:rsidR="00DC73B0" w:rsidRPr="00DC73B0">
        <w:rPr>
          <w:sz w:val="22"/>
          <w:szCs w:val="22"/>
          <w:u w:val="single"/>
        </w:rPr>
        <w:t>:</w:t>
      </w:r>
      <w:r w:rsidR="00DC73B0" w:rsidRPr="00DC73B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C73B0" w:rsidRPr="00DC73B0">
        <w:rPr>
          <w:caps/>
          <w:spacing w:val="5"/>
          <w:sz w:val="22"/>
          <w:szCs w:val="22"/>
        </w:rPr>
        <w:t>KALKULATION über die Endsumme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7655"/>
        <w:gridCol w:w="1418"/>
      </w:tblGrid>
      <w:tr w:rsidR="00DC73B0" w:rsidRPr="00DC73B0" w14:paraId="785215AD" w14:textId="77777777" w:rsidTr="00521B79">
        <w:trPr>
          <w:cantSplit/>
          <w:trHeight w:val="430"/>
        </w:trPr>
        <w:tc>
          <w:tcPr>
            <w:tcW w:w="567" w:type="dxa"/>
            <w:shd w:val="clear" w:color="auto" w:fill="auto"/>
            <w:vAlign w:val="center"/>
          </w:tcPr>
          <w:p w14:paraId="0024831B" w14:textId="77777777" w:rsidR="00DC73B0" w:rsidRPr="00DC73B0" w:rsidRDefault="00DC73B0" w:rsidP="00DC73B0">
            <w:pPr>
              <w:pStyle w:val="berschrift1"/>
              <w:numPr>
                <w:ilvl w:val="0"/>
                <w:numId w:val="6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3C65217" w14:textId="77777777" w:rsidR="00DC73B0" w:rsidRPr="00DC73B0" w:rsidRDefault="00DC73B0" w:rsidP="00DC73B0">
            <w:pPr>
              <w:pStyle w:val="berschrift1"/>
              <w:numPr>
                <w:ilvl w:val="0"/>
                <w:numId w:val="0"/>
              </w:numPr>
              <w:snapToGrid w:val="0"/>
              <w:spacing w:before="0" w:beforeAutospacing="0" w:after="0" w:afterAutospacing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Angaben über den Verrechnungslohn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480770" w14:textId="77777777" w:rsidR="00DC73B0" w:rsidRPr="00DC73B0" w:rsidRDefault="00DC73B0" w:rsidP="00DC73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t>Lohn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br/>
              <w:t>€/h</w:t>
            </w:r>
          </w:p>
        </w:tc>
      </w:tr>
      <w:tr w:rsidR="00DC73B0" w:rsidRPr="00DC73B0" w14:paraId="04C4CD4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01696E5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7DA78B35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1F945D0E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Mittellohn ML</w:t>
            </w:r>
          </w:p>
          <w:p w14:paraId="19C29976" w14:textId="1880B7AD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einschl. Lohnzulagen u</w:t>
            </w:r>
            <w:r w:rsidR="009A0E76">
              <w:rPr>
                <w:rFonts w:ascii="Arial" w:hAnsi="Arial" w:cs="Arial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z w:val="18"/>
                <w:szCs w:val="18"/>
              </w:rPr>
              <w:t xml:space="preserve"> Lohnerhöhung, wenn keine Lohngleitklausel vereinbart wird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6004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318B017A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D02F1F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509187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08FBC275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Lohnzusatzkosten</w:t>
            </w:r>
          </w:p>
          <w:p w14:paraId="3D5FAB57" w14:textId="5EC6312A" w:rsidR="00DC73B0" w:rsidRPr="00DC73B0" w:rsidRDefault="00DC73B0" w:rsidP="00DC73B0">
            <w:pPr>
              <w:snapToGrid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>Sozialkosten, Soziallöhne u</w:t>
            </w:r>
            <w:r w:rsidR="00CC2C32">
              <w:rPr>
                <w:rFonts w:ascii="Arial" w:hAnsi="Arial" w:cs="Arial"/>
                <w:spacing w:val="-2"/>
                <w:sz w:val="18"/>
                <w:szCs w:val="18"/>
              </w:rPr>
              <w:t>nd</w:t>
            </w:r>
            <w:r w:rsidRPr="00DC73B0">
              <w:rPr>
                <w:rFonts w:ascii="Arial" w:hAnsi="Arial" w:cs="Arial"/>
                <w:spacing w:val="-2"/>
                <w:sz w:val="18"/>
                <w:szCs w:val="18"/>
              </w:rPr>
              <w:t xml:space="preserve"> lohnbezogene Kosten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3D023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6E8387FC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CC464B6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55586738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14:paraId="3B7CA5A9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Lohnnebenkosten</w:t>
            </w:r>
          </w:p>
          <w:p w14:paraId="37EC27D3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Auslösungen, Fahrgelder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C0A4E9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17654881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704CCCD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31B0D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5AC056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Kalkulationslohn KL</w:t>
            </w:r>
          </w:p>
          <w:p w14:paraId="7B9189F7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1.1 bis 1.3)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6CA22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39B41A6" w14:textId="77777777" w:rsidR="00DC73B0" w:rsidRPr="00C22AA3" w:rsidRDefault="00DC73B0" w:rsidP="00C22AA3">
      <w:pPr>
        <w:pStyle w:val="berschrift1"/>
        <w:numPr>
          <w:ilvl w:val="0"/>
          <w:numId w:val="0"/>
        </w:numPr>
        <w:snapToGrid w:val="0"/>
        <w:spacing w:before="120" w:beforeAutospacing="0" w:after="120" w:afterAutospacing="0"/>
        <w:rPr>
          <w:b w:val="0"/>
          <w:sz w:val="18"/>
          <w:szCs w:val="18"/>
        </w:rPr>
      </w:pPr>
      <w:r w:rsidRPr="00DC73B0">
        <w:rPr>
          <w:b w:val="0"/>
          <w:sz w:val="18"/>
          <w:szCs w:val="18"/>
        </w:rPr>
        <w:t xml:space="preserve">Berechnung des Verrechnungslohnes nach Ermittlung der </w:t>
      </w:r>
      <w:r w:rsidRPr="00C22AA3">
        <w:rPr>
          <w:b w:val="0"/>
          <w:sz w:val="18"/>
          <w:szCs w:val="18"/>
        </w:rPr>
        <w:t>Angebotssumme (</w:t>
      </w:r>
      <w:r w:rsidR="008D175E" w:rsidRPr="00C22AA3">
        <w:rPr>
          <w:b w:val="0"/>
          <w:sz w:val="18"/>
          <w:szCs w:val="18"/>
        </w:rPr>
        <w:t>unten Nr. 2</w:t>
      </w:r>
      <w:r w:rsidRPr="00C22AA3">
        <w:rPr>
          <w:b w:val="0"/>
          <w:sz w:val="18"/>
          <w:szCs w:val="18"/>
        </w:rP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985"/>
        <w:gridCol w:w="1418"/>
        <w:gridCol w:w="1418"/>
      </w:tblGrid>
      <w:tr w:rsidR="00DC73B0" w:rsidRPr="00DC73B0" w14:paraId="04C65855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324D68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22D048ED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B8A8424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Umlage auf Lohn</w:t>
            </w:r>
          </w:p>
          <w:p w14:paraId="7BFC1CF6" w14:textId="74EFA543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(Kalku</w:t>
            </w:r>
            <w:r w:rsidR="009B1BE5">
              <w:rPr>
                <w:rFonts w:ascii="Arial" w:hAnsi="Arial" w:cs="Arial"/>
                <w:sz w:val="18"/>
                <w:szCs w:val="18"/>
              </w:rPr>
              <w:t>l</w:t>
            </w:r>
            <w:r w:rsidRPr="00DC73B0">
              <w:rPr>
                <w:rFonts w:ascii="Arial" w:hAnsi="Arial" w:cs="Arial"/>
                <w:sz w:val="18"/>
                <w:szCs w:val="18"/>
              </w:rPr>
              <w:t>ationslohn x v.H. Umlage aus 2.1)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EFF8F0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€/h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2DD47F" w14:textId="77777777" w:rsidR="00DC73B0" w:rsidRPr="00DC73B0" w:rsidRDefault="00DC73B0" w:rsidP="00DC73B0">
            <w:pPr>
              <w:snapToGrid w:val="0"/>
              <w:ind w:right="85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DC73B0">
              <w:rPr>
                <w:rFonts w:ascii="Arial" w:hAnsi="Arial" w:cs="Arial"/>
                <w:b/>
                <w:sz w:val="18"/>
                <w:szCs w:val="18"/>
              </w:rPr>
              <w:t xml:space="preserve"> v.H.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3DE6A6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DC73B0" w14:paraId="56EF8834" w14:textId="77777777" w:rsidTr="00E80C0B">
        <w:trPr>
          <w:cantSplit/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376941" w14:textId="77777777" w:rsidR="00DC73B0" w:rsidRPr="00DC73B0" w:rsidRDefault="00DC73B0" w:rsidP="00DC73B0">
            <w:pPr>
              <w:pStyle w:val="berschrift2"/>
              <w:snapToGrid w:val="0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CDBB2F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92A203" w14:textId="77777777" w:rsidR="00DC73B0" w:rsidRPr="00DC73B0" w:rsidRDefault="00DC73B0" w:rsidP="00DC73B0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sz w:val="18"/>
                <w:szCs w:val="18"/>
              </w:rPr>
            </w:pPr>
            <w:r w:rsidRPr="00DC73B0">
              <w:rPr>
                <w:sz w:val="18"/>
                <w:szCs w:val="18"/>
              </w:rPr>
              <w:t>Verrechnungslohn VL</w:t>
            </w:r>
          </w:p>
          <w:p w14:paraId="775E1FCF" w14:textId="28A3FDCB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t>(Summe 1.4 und 1.5)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7366B" w14:textId="77777777" w:rsidR="00DC73B0" w:rsidRPr="00DC73B0" w:rsidRDefault="00DC73B0" w:rsidP="00DC73B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C73B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C73B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C73B0">
              <w:rPr>
                <w:rFonts w:ascii="Arial" w:hAnsi="Arial" w:cs="Arial"/>
                <w:sz w:val="18"/>
                <w:szCs w:val="18"/>
              </w:rPr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DC73B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3E490AEF" w14:textId="77777777" w:rsidR="00C22AA3" w:rsidRDefault="00C22AA3" w:rsidP="00C22AA3">
      <w:pPr>
        <w:spacing w:before="120" w:after="120"/>
        <w:rPr>
          <w:sz w:val="10"/>
          <w:szCs w:val="10"/>
        </w:rPr>
      </w:pPr>
    </w:p>
    <w:tbl>
      <w:tblPr>
        <w:tblW w:w="964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5"/>
        <w:gridCol w:w="284"/>
        <w:gridCol w:w="992"/>
        <w:gridCol w:w="998"/>
      </w:tblGrid>
      <w:tr w:rsidR="00DC73B0" w:rsidRPr="008D175E" w14:paraId="05DFD8D2" w14:textId="77777777" w:rsidTr="00521B79">
        <w:trPr>
          <w:cantSplit/>
          <w:trHeight w:val="370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232CD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12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Ermittlung der Angebotssumme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E3B79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Betrag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702E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Gesamt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</w:r>
            <w:r w:rsidRPr="008D175E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06689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6AC63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Umlage Summe 3 </w:t>
            </w:r>
          </w:p>
          <w:p w14:paraId="02703BC5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auf die Einzelkosten </w:t>
            </w:r>
          </w:p>
          <w:p w14:paraId="26B193F7" w14:textId="77777777" w:rsid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für die Ermittlung der </w:t>
            </w:r>
          </w:p>
          <w:p w14:paraId="05862255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EH-Preise</w:t>
            </w:r>
          </w:p>
        </w:tc>
      </w:tr>
      <w:tr w:rsidR="00DC73B0" w:rsidRPr="008D175E" w14:paraId="3CA463FA" w14:textId="77777777" w:rsidTr="00E80C0B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D9DC4" w14:textId="77777777" w:rsidR="00DC73B0" w:rsidRPr="008D175E" w:rsidRDefault="00DC73B0" w:rsidP="008D175E">
            <w:pPr>
              <w:pStyle w:val="berschrift1"/>
              <w:snapToGrid w:val="0"/>
              <w:spacing w:before="0" w:beforeAutospacing="0" w:after="0" w:afterAutospacing="0"/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A723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Einzelkosten der Teilleistungen = unmittelbare Herstellungskosten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CBEA9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B3DF2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C73B0" w:rsidRPr="008D175E" w14:paraId="521A05BF" w14:textId="77777777" w:rsidTr="008D175E">
        <w:trPr>
          <w:cantSplit/>
          <w:trHeight w:val="42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C396D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4953C8A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4FE57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Eigene Lohnkosten</w:t>
            </w:r>
          </w:p>
          <w:p w14:paraId="27DE236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Kalkulationslohn (1.4)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  <w:p w14:paraId="0FFFF691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A2C03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5BA6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CDDE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8E02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DAE7D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8FE0AFC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84F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E9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2237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€</w:t>
            </w:r>
          </w:p>
          <w:p w14:paraId="2057353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A1668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74A4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5284AF2B" w14:textId="77777777" w:rsidTr="008D175E">
        <w:trPr>
          <w:cantSplit/>
          <w:trHeight w:val="425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B5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444AC" w14:textId="77777777" w:rsidR="00DC73B0" w:rsidRPr="008D175E" w:rsidRDefault="00DC73B0" w:rsidP="008D175E">
            <w:pPr>
              <w:tabs>
                <w:tab w:val="left" w:pos="17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B3B4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EB10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9E19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F157E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88E37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02BF70FE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0E0A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EF682C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4545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Stoffkosten</w:t>
            </w:r>
          </w:p>
          <w:p w14:paraId="2B24D9C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(einschl. Kosten für Hilfsstoffe)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C3CCC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504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6D023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BBE0F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71C24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166D77F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E6092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10AB7F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8619C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Gerätekosten</w:t>
            </w:r>
          </w:p>
          <w:p w14:paraId="59D566C3" w14:textId="77777777" w:rsidR="00DC73B0" w:rsidRPr="008D175E" w:rsidRDefault="00DC73B0" w:rsidP="008D175E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8D175E">
              <w:rPr>
                <w:rFonts w:ascii="Arial" w:hAnsi="Arial" w:cs="Arial"/>
                <w:spacing w:val="-2"/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43B2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EA73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153E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D8370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83F72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6F0590ED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6103C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  <w:p w14:paraId="0389934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30D1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Sonstige Kosten</w:t>
            </w:r>
          </w:p>
          <w:p w14:paraId="54790098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(vom Bieter zu erläutern)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8A2A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3EB67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0AC45B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BAD2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7FB1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452E0345" w14:textId="77777777" w:rsidTr="008D175E">
        <w:trPr>
          <w:cantSplit/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5B5F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2342B" w14:textId="4E389623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Nachunternehmerleistungen </w:t>
            </w:r>
            <w:r w:rsidR="00D6020C">
              <w:rPr>
                <w:iCs w:val="0"/>
                <w:sz w:val="18"/>
                <w:szCs w:val="18"/>
                <w:vertAlign w:val="superscript"/>
              </w:rPr>
              <w:t>*</w:t>
            </w:r>
            <w:r w:rsidRPr="008D175E">
              <w:rPr>
                <w:iCs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8505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F7AC3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5849A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CC1DD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624C8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141738F2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0363A" w14:textId="77777777" w:rsidR="00DC73B0" w:rsidRPr="008D175E" w:rsidRDefault="00DC73B0" w:rsidP="00C22AA3">
            <w:pPr>
              <w:pStyle w:val="berschrift2"/>
              <w:numPr>
                <w:ilvl w:val="0"/>
                <w:numId w:val="0"/>
              </w:numPr>
              <w:tabs>
                <w:tab w:val="left" w:pos="3287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Einzelkosten der Teilleistungen (Summe 2</w:t>
            </w:r>
            <w:r w:rsidR="00C22AA3">
              <w:rPr>
                <w:iCs w:val="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CFF7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1ABD5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9F346" w14:textId="77777777" w:rsidR="00DC73B0" w:rsidRPr="008D175E" w:rsidRDefault="00DC73B0" w:rsidP="008D17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75E">
              <w:rPr>
                <w:rFonts w:ascii="Arial" w:hAnsi="Arial" w:cs="Arial"/>
                <w:b/>
                <w:sz w:val="18"/>
                <w:szCs w:val="18"/>
              </w:rPr>
              <w:t>noch zu verteilen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6D006" w14:textId="78E11EA4" w:rsidR="00DC73B0" w:rsidRPr="008D175E" w:rsidRDefault="00DC73B0" w:rsidP="008D1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20C">
              <w:rPr>
                <w:iCs/>
                <w:sz w:val="18"/>
                <w:szCs w:val="18"/>
                <w:vertAlign w:val="superscript"/>
              </w:rPr>
              <w:t>1</w:t>
            </w:r>
            <w:r w:rsidR="00D6020C" w:rsidRPr="008D175E">
              <w:rPr>
                <w:iCs/>
                <w:sz w:val="18"/>
                <w:szCs w:val="18"/>
                <w:vertAlign w:val="superscript"/>
              </w:rPr>
              <w:t>)</w:t>
            </w:r>
          </w:p>
        </w:tc>
      </w:tr>
    </w:tbl>
    <w:p w14:paraId="72B3965E" w14:textId="6E9C8463" w:rsidR="00D6020C" w:rsidRPr="00456519" w:rsidRDefault="00D6020C" w:rsidP="00D6020C">
      <w:pPr>
        <w:rPr>
          <w:rFonts w:ascii="Arial" w:hAnsi="Arial"/>
          <w:b/>
          <w:i/>
          <w:szCs w:val="24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766EF9">
        <w:rPr>
          <w:rStyle w:val="Funotenzeichen"/>
          <w:rFonts w:ascii="Arial" w:hAnsi="Arial" w:cs="Arial"/>
          <w:i/>
          <w:sz w:val="16"/>
          <w:szCs w:val="16"/>
        </w:rPr>
        <w:t>)</w:t>
      </w:r>
      <w:r w:rsidRPr="00766EF9">
        <w:rPr>
          <w:rFonts w:ascii="Arial" w:hAnsi="Arial" w:cs="Arial"/>
          <w:i/>
          <w:sz w:val="16"/>
          <w:szCs w:val="16"/>
        </w:rPr>
        <w:t xml:space="preserve">   Auf Verlangen sind für diese Leistungen die Angaben zur Kalkulation der(s) </w:t>
      </w:r>
      <w:r w:rsidRPr="00456519">
        <w:rPr>
          <w:rFonts w:ascii="Arial" w:hAnsi="Arial" w:cs="Arial"/>
          <w:i/>
          <w:sz w:val="16"/>
          <w:szCs w:val="16"/>
        </w:rPr>
        <w:t>Nachunternehmer(s) der Auftraggeberin vorzulegen.</w:t>
      </w:r>
    </w:p>
    <w:p w14:paraId="158474CA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58127C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E0A2B7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42CF05A5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B186981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9E87D4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FCD998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2D87646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246CA9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166958AD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627BB10C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3E440F2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405ECF6" w14:textId="77777777" w:rsidR="00E060C8" w:rsidRDefault="00E060C8" w:rsidP="008D175E">
      <w:pPr>
        <w:rPr>
          <w:rFonts w:ascii="Arial" w:hAnsi="Arial" w:cs="Arial"/>
          <w:sz w:val="18"/>
          <w:szCs w:val="18"/>
        </w:rPr>
      </w:pPr>
    </w:p>
    <w:p w14:paraId="59F04952" w14:textId="77777777" w:rsidR="00DC73B0" w:rsidRPr="008D175E" w:rsidRDefault="00DC73B0" w:rsidP="008D175E">
      <w:pPr>
        <w:rPr>
          <w:rFonts w:ascii="Arial" w:hAnsi="Arial" w:cs="Arial"/>
          <w:sz w:val="18"/>
          <w:szCs w:val="18"/>
        </w:rPr>
      </w:pPr>
      <w:r w:rsidRPr="008D175E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7CF15" wp14:editId="03101E77">
                <wp:simplePos x="0" y="0"/>
                <wp:positionH relativeFrom="column">
                  <wp:posOffset>5617845</wp:posOffset>
                </wp:positionH>
                <wp:positionV relativeFrom="paragraph">
                  <wp:posOffset>65405</wp:posOffset>
                </wp:positionV>
                <wp:extent cx="0" cy="434340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89746" id="Line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35pt,5.15pt" to="442.35pt,3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">
                <v:stroke endarrow="block"/>
              </v:line>
            </w:pict>
          </mc:Fallback>
        </mc:AlternateContent>
      </w:r>
    </w:p>
    <w:tbl>
      <w:tblPr>
        <w:tblpPr w:leftFromText="141" w:rightFromText="141" w:vertAnchor="text" w:tblpY="1"/>
        <w:tblOverlap w:val="never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741"/>
        <w:gridCol w:w="4079"/>
        <w:gridCol w:w="1276"/>
        <w:gridCol w:w="1275"/>
        <w:gridCol w:w="1196"/>
        <w:gridCol w:w="1072"/>
      </w:tblGrid>
      <w:tr w:rsidR="00DC73B0" w:rsidRPr="008D175E" w14:paraId="6A2B8820" w14:textId="77777777" w:rsidTr="00521B79">
        <w:trPr>
          <w:gridAfter w:val="2"/>
          <w:wAfter w:w="2268" w:type="dxa"/>
          <w:cantSplit/>
          <w:trHeight w:val="528"/>
        </w:trPr>
        <w:tc>
          <w:tcPr>
            <w:tcW w:w="741" w:type="dxa"/>
            <w:shd w:val="clear" w:color="auto" w:fill="auto"/>
            <w:vAlign w:val="center"/>
          </w:tcPr>
          <w:p w14:paraId="7239AB79" w14:textId="77777777" w:rsidR="00DC73B0" w:rsidRPr="008D175E" w:rsidRDefault="00DC73B0" w:rsidP="008D175E">
            <w:pPr>
              <w:pStyle w:val="berschrift1"/>
              <w:spacing w:before="0" w:beforeAutospacing="0" w:after="0" w:afterAutospacing="0"/>
              <w:ind w:hanging="227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2974353F" w14:textId="77777777" w:rsidR="00DC73B0" w:rsidRPr="008D175E" w:rsidRDefault="00DC73B0" w:rsidP="008D175E">
            <w:pPr>
              <w:pStyle w:val="berschrift1"/>
              <w:numPr>
                <w:ilvl w:val="0"/>
                <w:numId w:val="0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8D175E">
              <w:rPr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C73B0" w:rsidRPr="008D175E" w14:paraId="5930D5D6" w14:textId="77777777" w:rsidTr="008D175E">
        <w:trPr>
          <w:gridAfter w:val="2"/>
          <w:wAfter w:w="2268" w:type="dxa"/>
          <w:cantSplit/>
        </w:trPr>
        <w:tc>
          <w:tcPr>
            <w:tcW w:w="741" w:type="dxa"/>
            <w:shd w:val="clear" w:color="auto" w:fill="auto"/>
          </w:tcPr>
          <w:p w14:paraId="23123674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6630" w:type="dxa"/>
            <w:gridSpan w:val="3"/>
            <w:shd w:val="clear" w:color="auto" w:fill="auto"/>
            <w:vAlign w:val="center"/>
          </w:tcPr>
          <w:p w14:paraId="0CBFB92A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</w:p>
          <w:p w14:paraId="322F3C80" w14:textId="77777777" w:rsidR="00DC73B0" w:rsidRPr="00521B79" w:rsidRDefault="00DC73B0" w:rsidP="008D175E">
            <w:pPr>
              <w:rPr>
                <w:rFonts w:ascii="Arial" w:hAnsi="Arial" w:cs="Arial"/>
                <w:sz w:val="16"/>
                <w:szCs w:val="16"/>
              </w:rPr>
            </w:pPr>
            <w:r w:rsidRPr="00521B79">
              <w:rPr>
                <w:rFonts w:ascii="Arial" w:hAnsi="Arial" w:cs="Arial"/>
                <w:sz w:val="16"/>
                <w:szCs w:val="16"/>
              </w:rPr>
              <w:t>(soweit hierfür keine besonderen Ansätze im Leistungsverzeichnis vorgesehen sind)</w:t>
            </w:r>
          </w:p>
        </w:tc>
      </w:tr>
      <w:tr w:rsidR="00DC73B0" w:rsidRPr="008D175E" w14:paraId="5D9FA7A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1885CB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2758C5F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Lohnkosten einschließlich Hilfslöhne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09D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79917E1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6A06916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0F077FB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437B3B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unter 5 Mio. €:</w:t>
            </w:r>
          </w:p>
          <w:p w14:paraId="57F77EE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Angabe des Betrages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B451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D259A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8A40071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2EC2F6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E38E62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Bei Angebotssummen über 5 Mio. €:</w:t>
            </w:r>
          </w:p>
          <w:p w14:paraId="09DA2B22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 xml:space="preserve">Kalkulationslohn (1.4) </w:t>
            </w:r>
            <w:r w:rsidRPr="008D175E">
              <w:rPr>
                <w:rFonts w:ascii="Arial" w:hAnsi="Arial" w:cs="Arial"/>
                <w:sz w:val="18"/>
                <w:szCs w:val="18"/>
              </w:rPr>
              <w:tab/>
              <w:t>x Gesamtstunden: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56F8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853089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0A4EAF4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36B1AE84" w14:textId="77777777" w:rsidR="00DC73B0" w:rsidRPr="008D175E" w:rsidRDefault="00DC73B0" w:rsidP="008D175E">
            <w:pPr>
              <w:pStyle w:val="Block"/>
              <w:numPr>
                <w:ilvl w:val="0"/>
                <w:numId w:val="0"/>
              </w:numPr>
              <w:ind w:left="57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80D205" w14:textId="77777777" w:rsidR="00DC73B0" w:rsidRPr="008D175E" w:rsidRDefault="00DC73B0" w:rsidP="008D175E">
            <w:pPr>
              <w:tabs>
                <w:tab w:val="left" w:pos="1896"/>
              </w:tabs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ab/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06026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79600AF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30E0E8D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1D66103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4854B024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Gehaltskosten für Bauleitung, Abrechnung,</w:t>
            </w:r>
            <w:r w:rsidRPr="008D175E">
              <w:rPr>
                <w:rFonts w:ascii="Arial" w:hAnsi="Arial" w:cs="Arial"/>
                <w:sz w:val="18"/>
                <w:szCs w:val="18"/>
              </w:rPr>
              <w:br/>
              <w:t>Vermessung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F63F4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8E562DA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47BC36CF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D510A64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9088FFE" w14:textId="1188FB9E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Vorhalten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Reparatur der Geräte u</w:t>
            </w:r>
            <w:r w:rsidR="009B1BE5">
              <w:rPr>
                <w:rFonts w:ascii="Arial" w:hAnsi="Arial" w:cs="Arial"/>
                <w:sz w:val="18"/>
                <w:szCs w:val="18"/>
              </w:rPr>
              <w:t>n</w:t>
            </w:r>
            <w:r w:rsidR="00407BC6">
              <w:rPr>
                <w:rFonts w:ascii="Arial" w:hAnsi="Arial" w:cs="Arial"/>
                <w:sz w:val="18"/>
                <w:szCs w:val="18"/>
              </w:rPr>
              <w:t>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Energieverbrauch, Werkzeuge, u</w:t>
            </w:r>
            <w:r w:rsidR="009B1BE5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Kleingeräte, Materialkosten f</w:t>
            </w:r>
            <w:r w:rsidR="00407BC6">
              <w:rPr>
                <w:rFonts w:ascii="Arial" w:hAnsi="Arial" w:cs="Arial"/>
                <w:sz w:val="18"/>
                <w:szCs w:val="18"/>
              </w:rPr>
              <w:t>ür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Baustelleneinrichtung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8F23E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8C20EB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22CB9779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1A8F8E6D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10579C4E" w14:textId="187436EC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An-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Abtransport der Geräte u</w:t>
            </w:r>
            <w:r w:rsidR="00407BC6">
              <w:rPr>
                <w:rFonts w:ascii="Arial" w:hAnsi="Arial" w:cs="Arial"/>
                <w:sz w:val="18"/>
                <w:szCs w:val="18"/>
              </w:rPr>
              <w:t>nd</w:t>
            </w:r>
            <w:r w:rsidRPr="008D175E">
              <w:rPr>
                <w:rFonts w:ascii="Arial" w:hAnsi="Arial" w:cs="Arial"/>
                <w:sz w:val="18"/>
                <w:szCs w:val="18"/>
              </w:rPr>
              <w:t xml:space="preserve"> Ausrüstungen, Hilfsstoffe, Pachten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4125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112BD6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1BB94C02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77EB1A1" w14:textId="77777777" w:rsidR="00DC73B0" w:rsidRPr="008D175E" w:rsidRDefault="00DC73B0" w:rsidP="008D175E">
            <w:pPr>
              <w:pStyle w:val="Block"/>
              <w:tabs>
                <w:tab w:val="clear" w:pos="709"/>
                <w:tab w:val="num" w:pos="567"/>
              </w:tabs>
              <w:ind w:left="567" w:hanging="510"/>
              <w:rPr>
                <w:rFonts w:cs="Arial"/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527161E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C6A56D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79C528C0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B0" w:rsidRPr="008D175E" w14:paraId="6E54A5FB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shd w:val="clear" w:color="auto" w:fill="auto"/>
            <w:vAlign w:val="center"/>
          </w:tcPr>
          <w:p w14:paraId="2EA59EC0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Baustellengemeinkosten</w:t>
            </w:r>
            <w:r w:rsidRPr="008D175E">
              <w:rPr>
                <w:iCs w:val="0"/>
                <w:sz w:val="18"/>
                <w:szCs w:val="18"/>
              </w:rPr>
              <w:tab/>
              <w:t>(Summe 3.1)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C8042B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  <w:tr w:rsidR="00DC73B0" w:rsidRPr="008D175E" w14:paraId="3567A177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40708F83" w14:textId="77777777" w:rsidR="00DC73B0" w:rsidRPr="008D175E" w:rsidRDefault="00DC73B0" w:rsidP="008D175E">
            <w:pPr>
              <w:pStyle w:val="berschrift2"/>
              <w:spacing w:before="0" w:after="0"/>
              <w:ind w:left="57" w:firstLine="0"/>
              <w:rPr>
                <w:sz w:val="18"/>
                <w:szCs w:val="18"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14:paraId="393E5BD9" w14:textId="77777777" w:rsidR="00DC73B0" w:rsidRPr="008D175E" w:rsidRDefault="00DC73B0" w:rsidP="008D175E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Allgemeine Geschäftskosten</w:t>
            </w:r>
            <w:r w:rsidRPr="008D175E">
              <w:rPr>
                <w:iCs w:val="0"/>
                <w:sz w:val="18"/>
                <w:szCs w:val="18"/>
              </w:rPr>
              <w:tab/>
              <w:t>(Summe 3.2)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663B5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3BE25C" w14:textId="77777777" w:rsidR="00DC73B0" w:rsidRPr="008D175E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8D175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D175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D175E">
              <w:rPr>
                <w:rFonts w:ascii="Arial" w:hAnsi="Arial" w:cs="Arial"/>
                <w:sz w:val="18"/>
                <w:szCs w:val="18"/>
              </w:rPr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D175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2FB4A5B1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53C18C54" w14:textId="5BCE74D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sz w:val="18"/>
                <w:szCs w:val="18"/>
              </w:rPr>
              <w:t xml:space="preserve"> </w:t>
            </w:r>
            <w:r w:rsidRPr="00456519">
              <w:rPr>
                <w:b w:val="0"/>
                <w:sz w:val="18"/>
                <w:szCs w:val="18"/>
              </w:rPr>
              <w:t>3.3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43315FB0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456519">
              <w:rPr>
                <w:iCs w:val="0"/>
                <w:sz w:val="18"/>
                <w:szCs w:val="18"/>
              </w:rPr>
              <w:t>Wagnis und Gewinn</w:t>
            </w:r>
            <w:r w:rsidRPr="00456519">
              <w:rPr>
                <w:iCs w:val="0"/>
                <w:sz w:val="18"/>
                <w:szCs w:val="18"/>
              </w:rPr>
              <w:tab/>
              <w:t>(Summe 3.3)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0AF5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4671D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C73B0" w:rsidRPr="008D175E" w14:paraId="37BA69BE" w14:textId="77777777" w:rsidTr="008D175E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63AA14FD" w14:textId="1A658299" w:rsidR="00DC73B0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3.3.1</w:t>
            </w:r>
          </w:p>
        </w:tc>
        <w:tc>
          <w:tcPr>
            <w:tcW w:w="4079" w:type="dxa"/>
            <w:shd w:val="clear" w:color="auto" w:fill="auto"/>
            <w:vAlign w:val="center"/>
          </w:tcPr>
          <w:p w14:paraId="0EF4280C" w14:textId="01D0BCA7" w:rsidR="00DC73B0" w:rsidRPr="00456519" w:rsidRDefault="00DC73B0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b w:val="0"/>
                <w:iCs w:val="0"/>
                <w:sz w:val="18"/>
                <w:szCs w:val="18"/>
              </w:rPr>
              <w:t>Gewinn</w:t>
            </w:r>
            <w:r w:rsidRPr="00456519">
              <w:rPr>
                <w:b w:val="0"/>
                <w:iCs w:val="0"/>
                <w:sz w:val="18"/>
                <w:szCs w:val="18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10AA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3A97F" w14:textId="77777777" w:rsidR="00DC73B0" w:rsidRPr="00456519" w:rsidRDefault="00DC73B0" w:rsidP="008D175E">
            <w:pPr>
              <w:rPr>
                <w:rFonts w:ascii="Arial" w:hAnsi="Arial" w:cs="Arial"/>
                <w:sz w:val="18"/>
                <w:szCs w:val="18"/>
              </w:rPr>
            </w:pPr>
            <w:r w:rsidRPr="0045651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5651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56519">
              <w:rPr>
                <w:rFonts w:ascii="Arial" w:hAnsi="Arial" w:cs="Arial"/>
                <w:sz w:val="18"/>
                <w:szCs w:val="18"/>
              </w:rPr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5651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60C8" w:rsidRPr="008D175E" w14:paraId="7F2549D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285B5BD4" w14:textId="434FF249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B13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betriebsbezogenes Wagnis</w:t>
            </w:r>
          </w:p>
          <w:p w14:paraId="53DE968D" w14:textId="3D67D67D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(für allgemeines Unternehmensrisiko)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42847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E018D4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77703BE0" w14:textId="77777777" w:rsidTr="0086423B">
        <w:trPr>
          <w:gridAfter w:val="2"/>
          <w:wAfter w:w="2268" w:type="dxa"/>
          <w:cantSplit/>
          <w:trHeight w:val="425"/>
        </w:trPr>
        <w:tc>
          <w:tcPr>
            <w:tcW w:w="741" w:type="dxa"/>
            <w:shd w:val="clear" w:color="auto" w:fill="auto"/>
            <w:vAlign w:val="center"/>
          </w:tcPr>
          <w:p w14:paraId="7958501A" w14:textId="6D0EB80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ind w:left="567" w:hanging="567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3.3.3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BD88" w14:textId="77777777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  <w:sz w:val="18"/>
                <w:szCs w:val="18"/>
              </w:rPr>
            </w:pPr>
            <w:r w:rsidRPr="00456519">
              <w:rPr>
                <w:b w:val="0"/>
                <w:sz w:val="18"/>
                <w:szCs w:val="18"/>
              </w:rPr>
              <w:t>leistungsbezogenes Wagnis</w:t>
            </w:r>
          </w:p>
          <w:p w14:paraId="4C05F13A" w14:textId="496508E8" w:rsidR="00E060C8" w:rsidRPr="00456519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2604"/>
              </w:tabs>
              <w:spacing w:before="0" w:after="0"/>
              <w:rPr>
                <w:b w:val="0"/>
                <w:iCs w:val="0"/>
                <w:sz w:val="18"/>
                <w:szCs w:val="18"/>
              </w:rPr>
            </w:pPr>
            <w:r w:rsidRPr="00456519">
              <w:rPr>
                <w:sz w:val="16"/>
                <w:szCs w:val="16"/>
              </w:rPr>
              <w:t>(mit Leistung</w:t>
            </w:r>
            <w:r w:rsidR="009B7185">
              <w:rPr>
                <w:sz w:val="16"/>
                <w:szCs w:val="16"/>
              </w:rPr>
              <w:t>s</w:t>
            </w:r>
            <w:r w:rsidRPr="00456519">
              <w:rPr>
                <w:sz w:val="16"/>
                <w:szCs w:val="16"/>
              </w:rPr>
              <w:t>ausführung verbunden)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41A9C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7D92AA" w14:textId="77777777" w:rsidR="00E060C8" w:rsidRPr="00456519" w:rsidRDefault="00E060C8" w:rsidP="00E060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0C8" w:rsidRPr="008D175E" w14:paraId="65098237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05777A90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Umlage auf die Einzelkosten</w:t>
            </w:r>
            <w:r w:rsidRPr="008D175E">
              <w:rPr>
                <w:iCs w:val="0"/>
                <w:sz w:val="18"/>
                <w:szCs w:val="18"/>
              </w:rPr>
              <w:tab/>
              <w:t>(Summe 3)</w:t>
            </w:r>
          </w:p>
        </w:tc>
        <w:tc>
          <w:tcPr>
            <w:tcW w:w="11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3A5A64D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9B676" w14:textId="7170E70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  <w:r w:rsidR="00D6020C">
              <w:rPr>
                <w:b w:val="0"/>
                <w:iCs w:val="0"/>
                <w:sz w:val="18"/>
                <w:szCs w:val="18"/>
                <w:vertAlign w:val="superscript"/>
              </w:rPr>
              <w:t>2</w:t>
            </w:r>
            <w:r w:rsidR="00D6020C" w:rsidRPr="00D6020C">
              <w:rPr>
                <w:b w:val="0"/>
                <w:iCs w:val="0"/>
                <w:sz w:val="18"/>
                <w:szCs w:val="18"/>
                <w:vertAlign w:val="superscript"/>
              </w:rPr>
              <w:t>)</w:t>
            </w:r>
          </w:p>
        </w:tc>
      </w:tr>
      <w:tr w:rsidR="00E060C8" w:rsidRPr="008D175E" w14:paraId="769D5263" w14:textId="77777777" w:rsidTr="008D1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268" w:type="dxa"/>
          <w:cantSplit/>
          <w:trHeight w:val="425"/>
        </w:trPr>
        <w:tc>
          <w:tcPr>
            <w:tcW w:w="6096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D55E69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tabs>
                <w:tab w:val="left" w:pos="3294"/>
              </w:tabs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t>Angebotssumme ohne Umsatzsteuer</w:t>
            </w:r>
            <w:r w:rsidRPr="008D175E">
              <w:rPr>
                <w:iCs w:val="0"/>
                <w:sz w:val="18"/>
                <w:szCs w:val="18"/>
              </w:rPr>
              <w:tab/>
              <w:t>(Summe 2 u. 3)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3A13B" w14:textId="77777777" w:rsidR="00E060C8" w:rsidRPr="008D175E" w:rsidRDefault="00E060C8" w:rsidP="00E060C8">
            <w:pPr>
              <w:pStyle w:val="berschrift2"/>
              <w:numPr>
                <w:ilvl w:val="0"/>
                <w:numId w:val="0"/>
              </w:numPr>
              <w:spacing w:before="0" w:after="0"/>
              <w:rPr>
                <w:iCs w:val="0"/>
                <w:sz w:val="18"/>
                <w:szCs w:val="18"/>
              </w:rPr>
            </w:pPr>
            <w:r w:rsidRPr="008D175E">
              <w:rPr>
                <w:iCs w:val="0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D175E">
              <w:rPr>
                <w:iCs w:val="0"/>
                <w:sz w:val="18"/>
                <w:szCs w:val="18"/>
              </w:rPr>
              <w:instrText xml:space="preserve"> FORMTEXT </w:instrText>
            </w:r>
            <w:r w:rsidRPr="008D175E">
              <w:rPr>
                <w:iCs w:val="0"/>
                <w:sz w:val="18"/>
                <w:szCs w:val="18"/>
              </w:rPr>
            </w:r>
            <w:r w:rsidRPr="008D175E">
              <w:rPr>
                <w:iCs w:val="0"/>
                <w:sz w:val="18"/>
                <w:szCs w:val="18"/>
              </w:rPr>
              <w:fldChar w:fldCharType="separate"/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noProof/>
                <w:sz w:val="18"/>
                <w:szCs w:val="18"/>
              </w:rPr>
              <w:t> </w:t>
            </w:r>
            <w:r w:rsidRPr="008D175E">
              <w:rPr>
                <w:iCs w:val="0"/>
                <w:sz w:val="18"/>
                <w:szCs w:val="18"/>
              </w:rPr>
              <w:fldChar w:fldCharType="end"/>
            </w:r>
          </w:p>
        </w:tc>
      </w:tr>
    </w:tbl>
    <w:p w14:paraId="33256E70" w14:textId="77777777" w:rsidR="003D7C20" w:rsidRPr="003D7C20" w:rsidRDefault="003D7C20" w:rsidP="003D7C20">
      <w:pPr>
        <w:widowControl w:val="0"/>
        <w:overflowPunct/>
        <w:adjustRightInd/>
        <w:textAlignment w:val="auto"/>
        <w:rPr>
          <w:rFonts w:ascii="Arial" w:eastAsia="Arial" w:hAnsi="Arial" w:cs="Arial"/>
          <w:sz w:val="18"/>
          <w:szCs w:val="18"/>
          <w:lang w:bidi="de-DE"/>
        </w:rPr>
      </w:pPr>
    </w:p>
    <w:p w14:paraId="3E0A8425" w14:textId="77777777" w:rsidR="003D7C20" w:rsidRPr="003D7C20" w:rsidRDefault="003D7C20" w:rsidP="003D7C20">
      <w:pPr>
        <w:widowControl w:val="0"/>
        <w:overflowPunct/>
        <w:adjustRightInd/>
        <w:spacing w:before="9"/>
        <w:textAlignment w:val="auto"/>
        <w:rPr>
          <w:rFonts w:ascii="Arial" w:eastAsia="Arial" w:hAnsi="Arial" w:cs="Arial"/>
          <w:i/>
          <w:sz w:val="21"/>
          <w:szCs w:val="18"/>
          <w:lang w:bidi="de-DE"/>
        </w:rPr>
      </w:pPr>
      <w:bookmarkStart w:id="30" w:name="_Hlk127530193"/>
    </w:p>
    <w:p w14:paraId="347C67E4" w14:textId="77777777" w:rsidR="003D7C20" w:rsidRPr="003D7C20" w:rsidRDefault="003D7C20" w:rsidP="003D7C20">
      <w:pPr>
        <w:widowControl w:val="0"/>
        <w:overflowPunct/>
        <w:adjustRightInd/>
        <w:ind w:left="3157" w:right="3895"/>
        <w:jc w:val="center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sz w:val="18"/>
          <w:szCs w:val="18"/>
          <w:lang w:bidi="de-DE"/>
        </w:rPr>
        <w:t>1), 2)</w:t>
      </w:r>
    </w:p>
    <w:p w14:paraId="23AA779D" w14:textId="7BD4518B" w:rsidR="003D7C20" w:rsidRPr="003D7C20" w:rsidRDefault="003D7C20" w:rsidP="00C047B2">
      <w:pPr>
        <w:widowControl w:val="0"/>
        <w:overflowPunct/>
        <w:adjustRightInd/>
        <w:spacing w:before="80"/>
        <w:ind w:left="4253" w:right="-709"/>
        <w:textAlignment w:val="auto"/>
        <w:rPr>
          <w:rFonts w:ascii="Arial" w:eastAsia="Arial" w:hAnsi="Arial" w:cs="Arial"/>
          <w:sz w:val="18"/>
          <w:szCs w:val="18"/>
          <w:lang w:bidi="de-DE"/>
        </w:rPr>
      </w:pPr>
      <w:r w:rsidRPr="003D7C20">
        <w:rPr>
          <w:rFonts w:ascii="Arial" w:eastAsia="Arial" w:hAnsi="Arial" w:cs="Arial"/>
          <w:b/>
          <w:i/>
          <w:position w:val="1"/>
          <w:sz w:val="18"/>
          <w:szCs w:val="18"/>
          <w:lang w:bidi="de-DE"/>
        </w:rPr>
        <w:t xml:space="preserve">Hinweis: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Der Betrag aus Feld 2) ist oben in das Feld 1)</w:t>
      </w:r>
      <w:r>
        <w:rPr>
          <w:rFonts w:ascii="Arial" w:eastAsia="Arial" w:hAnsi="Arial" w:cs="Arial"/>
          <w:sz w:val="18"/>
          <w:szCs w:val="18"/>
          <w:lang w:bidi="de-DE"/>
        </w:rPr>
        <w:t xml:space="preserve"> </w:t>
      </w:r>
      <w:r w:rsidRPr="003D7C20">
        <w:rPr>
          <w:rFonts w:ascii="Arial" w:eastAsia="Arial" w:hAnsi="Arial" w:cs="Arial"/>
          <w:sz w:val="18"/>
          <w:szCs w:val="18"/>
          <w:lang w:bidi="de-DE"/>
        </w:rPr>
        <w:t>einzutragen.</w:t>
      </w:r>
      <w:bookmarkEnd w:id="30"/>
    </w:p>
    <w:p w14:paraId="138CE224" w14:textId="77777777" w:rsidR="00D6020C" w:rsidRPr="003D7C20" w:rsidRDefault="00D6020C" w:rsidP="003D7C20">
      <w:pPr>
        <w:widowControl w:val="0"/>
        <w:overflowPunct/>
        <w:adjustRightInd/>
        <w:spacing w:before="9"/>
        <w:jc w:val="both"/>
        <w:textAlignment w:val="auto"/>
        <w:rPr>
          <w:rFonts w:ascii="Arial" w:hAnsi="Arial" w:cs="Arial"/>
          <w:iCs/>
          <w:sz w:val="18"/>
          <w:szCs w:val="18"/>
          <w:vertAlign w:val="superscript"/>
        </w:rPr>
      </w:pPr>
    </w:p>
    <w:sectPr w:rsidR="00D6020C" w:rsidRPr="003D7C20" w:rsidSect="00513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1276" w:right="1134" w:bottom="1701" w:left="1134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53859" w14:textId="77777777" w:rsidR="004C2043" w:rsidRDefault="004C2043">
      <w:r>
        <w:separator/>
      </w:r>
    </w:p>
  </w:endnote>
  <w:endnote w:type="continuationSeparator" w:id="0">
    <w:p w14:paraId="16E047F5" w14:textId="77777777" w:rsidR="004C2043" w:rsidRDefault="004C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5AD82" w14:textId="77777777" w:rsidR="00A0117A" w:rsidRDefault="00A011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A8BC6" w14:textId="77777777" w:rsidR="009B1BE5" w:rsidRPr="001C6B80" w:rsidRDefault="009B1BE5" w:rsidP="00513C76">
    <w:pPr>
      <w:pStyle w:val="Fuzeile"/>
      <w:pBdr>
        <w:top w:val="single" w:sz="4" w:space="1" w:color="auto"/>
      </w:pBdr>
      <w:rPr>
        <w:rFonts w:cs="Arial"/>
      </w:rPr>
    </w:pPr>
  </w:p>
  <w:p w14:paraId="2C1EC9E5" w14:textId="604B9FE6" w:rsidR="009B1BE5" w:rsidRPr="00513C76" w:rsidRDefault="009B1BE5" w:rsidP="00513C76">
    <w:pPr>
      <w:pStyle w:val="Fuzeile"/>
      <w:tabs>
        <w:tab w:val="clear" w:pos="4536"/>
        <w:tab w:val="clear" w:pos="9072"/>
        <w:tab w:val="left" w:pos="8930"/>
      </w:tabs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 xml:space="preserve">Preisermittlungsblatt 1 (Papierversion) – </w:t>
    </w:r>
    <w:r w:rsidR="00A0117A">
      <w:rPr>
        <w:rFonts w:ascii="Arial" w:hAnsi="Arial" w:cs="Arial"/>
        <w:sz w:val="20"/>
      </w:rPr>
      <w:t>04</w:t>
    </w:r>
    <w:r w:rsidRPr="00513C76">
      <w:rPr>
        <w:rFonts w:ascii="Arial" w:hAnsi="Arial" w:cs="Arial"/>
        <w:sz w:val="20"/>
      </w:rPr>
      <w:t>/20</w:t>
    </w:r>
    <w:r>
      <w:rPr>
        <w:rFonts w:ascii="Arial" w:hAnsi="Arial" w:cs="Arial"/>
        <w:sz w:val="20"/>
      </w:rPr>
      <w:t>2</w:t>
    </w:r>
    <w:r w:rsidR="00A0117A">
      <w:rPr>
        <w:rFonts w:ascii="Arial" w:hAnsi="Arial" w:cs="Arial"/>
        <w:sz w:val="20"/>
      </w:rPr>
      <w:t>3</w:t>
    </w:r>
    <w:r w:rsidRPr="00513C76">
      <w:rPr>
        <w:rFonts w:ascii="Arial" w:hAnsi="Arial" w:cs="Arial"/>
        <w:sz w:val="20"/>
      </w:rPr>
      <w:tab/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PAGE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3</w:t>
    </w:r>
    <w:r w:rsidRPr="00513C76">
      <w:rPr>
        <w:rFonts w:ascii="Arial" w:hAnsi="Arial" w:cs="Arial"/>
        <w:sz w:val="20"/>
      </w:rPr>
      <w:fldChar w:fldCharType="end"/>
    </w:r>
    <w:r w:rsidRPr="00513C76">
      <w:rPr>
        <w:rFonts w:ascii="Arial" w:hAnsi="Arial" w:cs="Arial"/>
        <w:sz w:val="20"/>
      </w:rPr>
      <w:t xml:space="preserve"> von </w:t>
    </w:r>
    <w:r w:rsidRPr="00513C76">
      <w:rPr>
        <w:rFonts w:ascii="Arial" w:hAnsi="Arial" w:cs="Arial"/>
        <w:sz w:val="20"/>
      </w:rPr>
      <w:fldChar w:fldCharType="begin"/>
    </w:r>
    <w:r w:rsidRPr="00513C76">
      <w:rPr>
        <w:rFonts w:ascii="Arial" w:hAnsi="Arial" w:cs="Arial"/>
        <w:sz w:val="20"/>
      </w:rPr>
      <w:instrText xml:space="preserve"> NUMPAGES  \* MERGEFORMAT </w:instrText>
    </w:r>
    <w:r w:rsidRPr="00513C76">
      <w:rPr>
        <w:rFonts w:ascii="Arial" w:hAnsi="Arial" w:cs="Arial"/>
        <w:sz w:val="20"/>
      </w:rPr>
      <w:fldChar w:fldCharType="separate"/>
    </w:r>
    <w:r w:rsidR="004C6223">
      <w:rPr>
        <w:rFonts w:ascii="Arial" w:hAnsi="Arial" w:cs="Arial"/>
        <w:noProof/>
        <w:sz w:val="20"/>
      </w:rPr>
      <w:t>4</w:t>
    </w:r>
    <w:r w:rsidRPr="00513C76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B0B2B" w14:textId="77777777" w:rsidR="00A0117A" w:rsidRDefault="00A011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F0E7" w14:textId="77777777" w:rsidR="004C2043" w:rsidRDefault="004C2043">
      <w:r>
        <w:separator/>
      </w:r>
    </w:p>
  </w:footnote>
  <w:footnote w:type="continuationSeparator" w:id="0">
    <w:p w14:paraId="5FF98502" w14:textId="77777777" w:rsidR="004C2043" w:rsidRDefault="004C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727B" w14:textId="77777777" w:rsidR="00A0117A" w:rsidRDefault="00A011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A1EB" w14:textId="2AA5C89F" w:rsidR="009B1BE5" w:rsidRPr="00513C76" w:rsidRDefault="009B1BE5" w:rsidP="00513C76">
    <w:pPr>
      <w:pStyle w:val="Kopfzeile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  <w:r w:rsidRPr="00513C76">
      <w:rPr>
        <w:rFonts w:ascii="Arial" w:hAnsi="Arial" w:cs="Arial"/>
        <w:b/>
        <w:sz w:val="20"/>
      </w:rPr>
      <w:t>VV-Bau Anlage 6-130</w:t>
    </w:r>
  </w:p>
  <w:p w14:paraId="2F92A3B7" w14:textId="28B6079E" w:rsidR="009B1BE5" w:rsidRPr="00513C76" w:rsidRDefault="009B1BE5" w:rsidP="00513C76">
    <w:pPr>
      <w:pStyle w:val="Kopfzeile"/>
      <w:tabs>
        <w:tab w:val="clear" w:pos="4536"/>
        <w:tab w:val="clear" w:pos="9072"/>
      </w:tabs>
      <w:snapToGrid w:val="0"/>
      <w:jc w:val="right"/>
      <w:rPr>
        <w:rFonts w:ascii="Arial" w:hAnsi="Arial" w:cs="Arial"/>
        <w:sz w:val="20"/>
      </w:rPr>
    </w:pPr>
    <w:r w:rsidRPr="00513C76">
      <w:rPr>
        <w:rFonts w:ascii="Arial" w:hAnsi="Arial" w:cs="Arial"/>
        <w:sz w:val="20"/>
      </w:rPr>
      <w:t>Preisermittlungsblatt 1 (Papierversion)</w:t>
    </w:r>
  </w:p>
  <w:p w14:paraId="43E98244" w14:textId="77777777" w:rsidR="009B1BE5" w:rsidRPr="005E5C73" w:rsidRDefault="009B1BE5" w:rsidP="00513C76">
    <w:pPr>
      <w:pStyle w:val="Kopfzeile"/>
      <w:pBdr>
        <w:bottom w:val="single" w:sz="4" w:space="1" w:color="auto"/>
      </w:pBdr>
      <w:ind w:right="-1"/>
      <w:rPr>
        <w:b/>
      </w:rPr>
    </w:pPr>
  </w:p>
  <w:p w14:paraId="703755B3" w14:textId="77777777" w:rsidR="009B1BE5" w:rsidRPr="005E5C73" w:rsidRDefault="009B1BE5" w:rsidP="00513C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DB" w14:textId="77777777" w:rsidR="00A0117A" w:rsidRDefault="00A011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4262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EF5CDC"/>
    <w:multiLevelType w:val="multilevel"/>
    <w:tmpl w:val="B48CE1F6"/>
    <w:lvl w:ilvl="0">
      <w:start w:val="1"/>
      <w:numFmt w:val="decimal"/>
      <w:pStyle w:val="berschrift1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Block"/>
      <w:lvlText w:val=""/>
      <w:lvlJc w:val="left"/>
      <w:pPr>
        <w:tabs>
          <w:tab w:val="num" w:pos="709"/>
        </w:tabs>
        <w:ind w:left="709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lvlText w:val="%1.%4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Buchstabe1"/>
      <w:lvlText w:val="%5)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i w:val="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ascii="Arial" w:hAnsi="Arial" w:hint="default"/>
        <w:b w:val="0"/>
        <w:i w:val="0"/>
        <w:color w:val="auto"/>
        <w:sz w:val="24"/>
        <w:szCs w:val="24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1134"/>
      </w:pPr>
      <w:rPr>
        <w:rFonts w:ascii="Arial" w:hAnsi="Arial" w:hint="default"/>
        <w:b/>
        <w:i w:val="0"/>
        <w:color w:val="auto"/>
        <w:sz w:val="22"/>
        <w:szCs w:val="22"/>
        <w:u w:val="none"/>
      </w:rPr>
    </w:lvl>
  </w:abstractNum>
  <w:abstractNum w:abstractNumId="2" w15:restartNumberingAfterBreak="0">
    <w:nsid w:val="36E12228"/>
    <w:multiLevelType w:val="hybridMultilevel"/>
    <w:tmpl w:val="603444C8"/>
    <w:lvl w:ilvl="0" w:tplc="C3181BEA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4565E"/>
    <w:multiLevelType w:val="hybridMultilevel"/>
    <w:tmpl w:val="BDA4F5A8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391235C2"/>
    <w:multiLevelType w:val="hybridMultilevel"/>
    <w:tmpl w:val="DDE06A90"/>
    <w:lvl w:ilvl="0" w:tplc="65004C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60A73"/>
    <w:multiLevelType w:val="hybridMultilevel"/>
    <w:tmpl w:val="53E6243A"/>
    <w:lvl w:ilvl="0" w:tplc="CC3C93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CA6"/>
    <w:multiLevelType w:val="hybridMultilevel"/>
    <w:tmpl w:val="8B722E6A"/>
    <w:lvl w:ilvl="0" w:tplc="705AC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9D"/>
    <w:rsid w:val="0001064C"/>
    <w:rsid w:val="0002495D"/>
    <w:rsid w:val="000325FC"/>
    <w:rsid w:val="00054FB4"/>
    <w:rsid w:val="00056A42"/>
    <w:rsid w:val="000C6B5A"/>
    <w:rsid w:val="0010080A"/>
    <w:rsid w:val="00131995"/>
    <w:rsid w:val="00135B18"/>
    <w:rsid w:val="00135EFE"/>
    <w:rsid w:val="001472B5"/>
    <w:rsid w:val="001477E1"/>
    <w:rsid w:val="001861A1"/>
    <w:rsid w:val="00186507"/>
    <w:rsid w:val="001D724F"/>
    <w:rsid w:val="001E6F5E"/>
    <w:rsid w:val="00263059"/>
    <w:rsid w:val="002E62FC"/>
    <w:rsid w:val="002F6255"/>
    <w:rsid w:val="00352B35"/>
    <w:rsid w:val="003565DD"/>
    <w:rsid w:val="003D7C20"/>
    <w:rsid w:val="00407BC6"/>
    <w:rsid w:val="00427387"/>
    <w:rsid w:val="00456519"/>
    <w:rsid w:val="004939F5"/>
    <w:rsid w:val="004C2043"/>
    <w:rsid w:val="004C34A7"/>
    <w:rsid w:val="004C6223"/>
    <w:rsid w:val="004E4AF0"/>
    <w:rsid w:val="00513C76"/>
    <w:rsid w:val="0052061A"/>
    <w:rsid w:val="00521B79"/>
    <w:rsid w:val="00526072"/>
    <w:rsid w:val="00573D76"/>
    <w:rsid w:val="005A2805"/>
    <w:rsid w:val="005E2A74"/>
    <w:rsid w:val="005E6EAF"/>
    <w:rsid w:val="006625D6"/>
    <w:rsid w:val="00663408"/>
    <w:rsid w:val="00694760"/>
    <w:rsid w:val="006A391B"/>
    <w:rsid w:val="006D5674"/>
    <w:rsid w:val="006E7AE7"/>
    <w:rsid w:val="00723EF2"/>
    <w:rsid w:val="0072449C"/>
    <w:rsid w:val="00766EF9"/>
    <w:rsid w:val="00770BEB"/>
    <w:rsid w:val="007870E9"/>
    <w:rsid w:val="00795C0F"/>
    <w:rsid w:val="007A396F"/>
    <w:rsid w:val="007A5F40"/>
    <w:rsid w:val="0086423B"/>
    <w:rsid w:val="0087057D"/>
    <w:rsid w:val="00871B10"/>
    <w:rsid w:val="008758B4"/>
    <w:rsid w:val="00892447"/>
    <w:rsid w:val="008928D5"/>
    <w:rsid w:val="008D0CE9"/>
    <w:rsid w:val="008D175E"/>
    <w:rsid w:val="00906036"/>
    <w:rsid w:val="0099476C"/>
    <w:rsid w:val="00994853"/>
    <w:rsid w:val="009A0E76"/>
    <w:rsid w:val="009A7C6B"/>
    <w:rsid w:val="009B1BE5"/>
    <w:rsid w:val="009B7185"/>
    <w:rsid w:val="009C7A33"/>
    <w:rsid w:val="00A0117A"/>
    <w:rsid w:val="00A0561D"/>
    <w:rsid w:val="00AE0BB1"/>
    <w:rsid w:val="00B856D9"/>
    <w:rsid w:val="00BA32B3"/>
    <w:rsid w:val="00BB3846"/>
    <w:rsid w:val="00BD0DE2"/>
    <w:rsid w:val="00BF614B"/>
    <w:rsid w:val="00C011C5"/>
    <w:rsid w:val="00C047B2"/>
    <w:rsid w:val="00C1780E"/>
    <w:rsid w:val="00C20F1F"/>
    <w:rsid w:val="00C22AA3"/>
    <w:rsid w:val="00C37C28"/>
    <w:rsid w:val="00C9037D"/>
    <w:rsid w:val="00CC2C32"/>
    <w:rsid w:val="00CD7CFE"/>
    <w:rsid w:val="00D6020C"/>
    <w:rsid w:val="00D77E00"/>
    <w:rsid w:val="00D866B3"/>
    <w:rsid w:val="00DA6EB5"/>
    <w:rsid w:val="00DB2E9E"/>
    <w:rsid w:val="00DC0370"/>
    <w:rsid w:val="00DC5D2C"/>
    <w:rsid w:val="00DC73B0"/>
    <w:rsid w:val="00E060C8"/>
    <w:rsid w:val="00E370E4"/>
    <w:rsid w:val="00E647D1"/>
    <w:rsid w:val="00E80C0B"/>
    <w:rsid w:val="00EA1A67"/>
    <w:rsid w:val="00EA1B95"/>
    <w:rsid w:val="00EF799D"/>
    <w:rsid w:val="00F63839"/>
    <w:rsid w:val="00F67F69"/>
    <w:rsid w:val="00F87687"/>
    <w:rsid w:val="00FB2451"/>
    <w:rsid w:val="00FB71E2"/>
    <w:rsid w:val="00FE0F93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037D9"/>
  <w15:docId w15:val="{94178805-1213-4CFD-ABB2-1BBA3B37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F6255"/>
    <w:pPr>
      <w:numPr>
        <w:numId w:val="1"/>
      </w:num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Arial" w:hAnsi="Arial" w:cs="Arial"/>
      <w:b/>
      <w:bCs/>
      <w:kern w:val="32"/>
      <w:sz w:val="20"/>
    </w:rPr>
  </w:style>
  <w:style w:type="paragraph" w:styleId="berschrift2">
    <w:name w:val="heading 2"/>
    <w:basedOn w:val="Standard"/>
    <w:next w:val="Standard"/>
    <w:link w:val="berschrift2Zchn"/>
    <w:qFormat/>
    <w:rsid w:val="002F6255"/>
    <w:pPr>
      <w:numPr>
        <w:ilvl w:val="1"/>
        <w:numId w:val="1"/>
      </w:numPr>
      <w:overflowPunct/>
      <w:autoSpaceDE/>
      <w:autoSpaceDN/>
      <w:adjustRightInd/>
      <w:spacing w:before="40" w:after="40"/>
      <w:textAlignment w:val="auto"/>
      <w:outlineLvl w:val="1"/>
    </w:pPr>
    <w:rPr>
      <w:rFonts w:ascii="Arial" w:hAnsi="Arial" w:cs="Arial"/>
      <w:b/>
      <w:bCs/>
      <w:i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2495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352B35"/>
    <w:rPr>
      <w:sz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2F6255"/>
    <w:rPr>
      <w:rFonts w:ascii="Arial" w:hAnsi="Arial" w:cs="Arial"/>
      <w:b/>
      <w:bCs/>
      <w:kern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F6255"/>
    <w:rPr>
      <w:rFonts w:ascii="Arial" w:hAnsi="Arial" w:cs="Arial"/>
      <w:b/>
      <w:bCs/>
      <w:iCs/>
      <w:lang w:eastAsia="de-DE"/>
    </w:rPr>
  </w:style>
  <w:style w:type="character" w:customStyle="1" w:styleId="FuzeileZchn">
    <w:name w:val="Fußzeile Zchn"/>
    <w:basedOn w:val="Absatz-Standardschriftart"/>
    <w:link w:val="Fuzeile"/>
    <w:rsid w:val="002F6255"/>
    <w:rPr>
      <w:sz w:val="24"/>
      <w:lang w:eastAsia="de-DE"/>
    </w:rPr>
  </w:style>
  <w:style w:type="paragraph" w:styleId="Titel">
    <w:name w:val="Title"/>
    <w:basedOn w:val="Standard"/>
    <w:link w:val="TitelZchn"/>
    <w:qFormat/>
    <w:rsid w:val="002F6255"/>
    <w:pPr>
      <w:overflowPunct/>
      <w:autoSpaceDE/>
      <w:autoSpaceDN/>
      <w:adjustRightInd/>
      <w:spacing w:after="240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rsid w:val="002F6255"/>
    <w:rPr>
      <w:rFonts w:ascii="Arial" w:hAnsi="Arial" w:cs="Arial"/>
      <w:b/>
      <w:bCs/>
      <w:sz w:val="28"/>
      <w:szCs w:val="28"/>
      <w:lang w:eastAsia="de-DE"/>
    </w:rPr>
  </w:style>
  <w:style w:type="paragraph" w:customStyle="1" w:styleId="Block">
    <w:name w:val="Block"/>
    <w:basedOn w:val="Standard"/>
    <w:rsid w:val="002F6255"/>
    <w:pPr>
      <w:numPr>
        <w:ilvl w:val="2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customStyle="1" w:styleId="Buchstabe1">
    <w:name w:val="Buchstabe1"/>
    <w:basedOn w:val="Standard"/>
    <w:rsid w:val="002F6255"/>
    <w:pPr>
      <w:numPr>
        <w:ilvl w:val="4"/>
        <w:numId w:val="1"/>
      </w:num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styleId="Seitenzahl">
    <w:name w:val="page number"/>
    <w:basedOn w:val="Absatz-Standardschriftart"/>
    <w:rsid w:val="002F6255"/>
  </w:style>
  <w:style w:type="character" w:customStyle="1" w:styleId="FunotentextZchn">
    <w:name w:val="Fußnotentext Zchn"/>
    <w:basedOn w:val="Absatz-Standardschriftart"/>
    <w:link w:val="Funotentext"/>
    <w:semiHidden/>
    <w:rsid w:val="002F6255"/>
    <w:rPr>
      <w:lang w:eastAsia="de-DE"/>
    </w:rPr>
  </w:style>
  <w:style w:type="character" w:styleId="Kommentarzeichen">
    <w:name w:val="annotation reference"/>
    <w:basedOn w:val="Absatz-Standardschriftart"/>
    <w:rsid w:val="008D17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175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175E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8D17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D175E"/>
    <w:rPr>
      <w:b/>
      <w:bCs/>
      <w:lang w:eastAsia="de-DE"/>
    </w:rPr>
  </w:style>
  <w:style w:type="paragraph" w:styleId="Listenabsatz">
    <w:name w:val="List Paragraph"/>
    <w:basedOn w:val="Standard"/>
    <w:uiPriority w:val="34"/>
    <w:qFormat/>
    <w:rsid w:val="008D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325\VV-Bau%20II-Anlage%206-035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2B84-4EC3-4D99-B7B0-3E864A1C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6-0350</Template>
  <TotalTime>0</TotalTime>
  <Pages>4</Pages>
  <Words>956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Aufgliederung wichtiger Einheitspreise</vt:lpstr>
    </vt:vector>
  </TitlesOfParts>
  <Company>.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Aufgliederung wichtiger Einheitspreise</dc:title>
  <dc:subject>VV-Bau, Teil II, Anlage 48</dc:subject>
  <dc:creator>MaaseBet</dc:creator>
  <cp:lastModifiedBy>Zander, Stefan</cp:lastModifiedBy>
  <cp:revision>2</cp:revision>
  <cp:lastPrinted>2018-06-14T07:08:00Z</cp:lastPrinted>
  <dcterms:created xsi:type="dcterms:W3CDTF">2026-01-13T13:00:00Z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21D9941-81F0-471A-ADEE-4E74B49217ED}" pid="100">
    <vt:lpwstr>nscale::8a858b6b-70583d9d-0170-583dd731-0002::shof01$NOTSET$3563786$2$NOTSET::0::nscale.sprinkenhof.de::8443::nscalealinst1::Produktion</vt:lpwstr>
  </property>
</Properties>
</file>